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69" w:rsidRPr="00F05C9E" w:rsidRDefault="002C2758" w:rsidP="00355A69">
      <w:pPr>
        <w:pStyle w:val="30"/>
        <w:shd w:val="clear" w:color="auto" w:fill="auto"/>
        <w:spacing w:before="0" w:line="240" w:lineRule="auto"/>
        <w:rPr>
          <w:color w:val="000000"/>
          <w:sz w:val="28"/>
          <w:szCs w:val="28"/>
        </w:rPr>
      </w:pPr>
      <w:r w:rsidRPr="00F05C9E">
        <w:rPr>
          <w:color w:val="000000"/>
          <w:sz w:val="28"/>
          <w:szCs w:val="28"/>
        </w:rPr>
        <w:t xml:space="preserve">УПРАВЛЕНИЕ </w:t>
      </w:r>
      <w:r w:rsidR="00592730" w:rsidRPr="00592730">
        <w:rPr>
          <w:color w:val="000000"/>
          <w:sz w:val="28"/>
          <w:szCs w:val="28"/>
        </w:rPr>
        <w:t>ГОСУДАРСТВЕННОЙ</w:t>
      </w:r>
      <w:r w:rsidR="00592730">
        <w:rPr>
          <w:color w:val="000000"/>
          <w:sz w:val="28"/>
          <w:szCs w:val="28"/>
        </w:rPr>
        <w:t xml:space="preserve"> </w:t>
      </w:r>
      <w:bookmarkStart w:id="0" w:name="_GoBack"/>
      <w:bookmarkEnd w:id="0"/>
      <w:r w:rsidRPr="00F05C9E">
        <w:rPr>
          <w:color w:val="000000"/>
          <w:sz w:val="28"/>
          <w:szCs w:val="28"/>
        </w:rPr>
        <w:t>ЭКСПЕРТИЗЫ ПРОЕКТНОЙ ДОКУМЕНТАЦИИ И РЕЗУЛЬТАТОВ ИНЖЕНЕРНЫХ ИЗЫСКАНИЙ НОВГОРОДСКОЙ ОБЛАСТИ</w:t>
      </w:r>
      <w:r w:rsidR="00355A69" w:rsidRPr="00F05C9E">
        <w:rPr>
          <w:color w:val="000000"/>
          <w:sz w:val="28"/>
          <w:szCs w:val="28"/>
        </w:rPr>
        <w:br/>
        <w:t>(</w:t>
      </w:r>
      <w:r w:rsidRPr="00F05C9E">
        <w:rPr>
          <w:color w:val="000000"/>
          <w:sz w:val="28"/>
          <w:szCs w:val="28"/>
        </w:rPr>
        <w:t>Г</w:t>
      </w:r>
      <w:r w:rsidR="00355A69" w:rsidRPr="00F05C9E">
        <w:rPr>
          <w:color w:val="000000"/>
          <w:sz w:val="28"/>
          <w:szCs w:val="28"/>
        </w:rPr>
        <w:t xml:space="preserve">АУ «ГОСЭКСПЕРТИЗА </w:t>
      </w:r>
      <w:r w:rsidRPr="00F05C9E">
        <w:rPr>
          <w:color w:val="000000"/>
          <w:sz w:val="28"/>
          <w:szCs w:val="28"/>
        </w:rPr>
        <w:t>НОВГОРОДСКОЙ ОБЛАСТИ</w:t>
      </w:r>
      <w:r w:rsidR="00355A69" w:rsidRPr="00F05C9E">
        <w:rPr>
          <w:color w:val="000000"/>
          <w:sz w:val="28"/>
          <w:szCs w:val="28"/>
        </w:rPr>
        <w:t>»)</w:t>
      </w:r>
    </w:p>
    <w:p w:rsidR="00355A69" w:rsidRPr="00F05C9E" w:rsidRDefault="002C2758" w:rsidP="00355A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05C9E">
        <w:rPr>
          <w:rFonts w:ascii="Times New Roman" w:hAnsi="Times New Roman" w:cs="Times New Roman"/>
          <w:color w:val="000000"/>
          <w:sz w:val="20"/>
          <w:szCs w:val="20"/>
        </w:rPr>
        <w:t>Б. Конюшенная ул., д. 5а, Великий Новгород, Россия, 173001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br/>
        <w:t>Тел.(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</w:rPr>
        <w:t>77-61-71, 77-82-07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</w:rPr>
        <w:t>. Факс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: (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8162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r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>77-61-71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E-mail: 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gosexpert@gmail.com</w:t>
      </w:r>
      <w:r w:rsidR="00355A69" w:rsidRPr="00F05C9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  <w:r w:rsidR="00355A69" w:rsidRPr="00F05C9E">
        <w:rPr>
          <w:rFonts w:ascii="Times New Roman" w:hAnsi="Times New Roman" w:cs="Times New Roman"/>
          <w:sz w:val="20"/>
          <w:szCs w:val="20"/>
          <w:lang w:val="en-US"/>
        </w:rPr>
        <w:t>www.</w:t>
      </w:r>
      <w:r w:rsidRPr="00F05C9E">
        <w:rPr>
          <w:rFonts w:ascii="Times New Roman" w:hAnsi="Times New Roman" w:cs="Times New Roman"/>
          <w:sz w:val="20"/>
          <w:szCs w:val="20"/>
          <w:lang w:val="en-US"/>
        </w:rPr>
        <w:t>gosexpert53.ru</w:t>
      </w:r>
    </w:p>
    <w:tbl>
      <w:tblPr>
        <w:tblStyle w:val="a6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5781"/>
      </w:tblGrid>
      <w:tr w:rsidR="0012687A" w:rsidRPr="00F05C9E" w:rsidTr="0012687A">
        <w:tc>
          <w:tcPr>
            <w:tcW w:w="329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1" w:type="dxa"/>
          </w:tcPr>
          <w:p w:rsidR="0012687A" w:rsidRPr="00F05C9E" w:rsidRDefault="0012687A" w:rsidP="001D1D5C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Сведения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 проектной документации, в отношении которой выдано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положительное заключение уполномоченного на проведение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государственной экспертизы проектной документации</w:t>
      </w:r>
    </w:p>
    <w:p w:rsidR="00355A69" w:rsidRPr="00F05C9E" w:rsidRDefault="00355A69" w:rsidP="00355A6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05C9E">
        <w:rPr>
          <w:rFonts w:ascii="Times New Roman" w:hAnsi="Times New Roman" w:cs="Times New Roman"/>
          <w:sz w:val="24"/>
        </w:rPr>
        <w:t>органа исполнительной власти и организации</w:t>
      </w:r>
    </w:p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2C2758" w:rsidRPr="00F05C9E" w:rsidRDefault="002C2758" w:rsidP="00355A6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3205"/>
        <w:gridCol w:w="4390"/>
      </w:tblGrid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F05C9E">
              <w:rPr>
                <w:rFonts w:ascii="Times New Roman" w:hAnsi="Times New Roman" w:cs="Times New Roman"/>
              </w:rPr>
              <w:t>п</w:t>
            </w:r>
            <w:proofErr w:type="gramEnd"/>
            <w:r w:rsidRPr="00F05C9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Наименование поля формы</w:t>
            </w:r>
          </w:p>
        </w:tc>
        <w:tc>
          <w:tcPr>
            <w:tcW w:w="439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Значение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55" w:type="dxa"/>
            <w:gridSpan w:val="2"/>
          </w:tcPr>
          <w:p w:rsidR="00355A69" w:rsidRPr="00E450DF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450DF">
              <w:rPr>
                <w:rFonts w:ascii="Times New Roman" w:hAnsi="Times New Roman" w:cs="Times New Roman"/>
              </w:rPr>
              <w:t>Наименование проектной документации</w:t>
            </w:r>
          </w:p>
        </w:tc>
        <w:tc>
          <w:tcPr>
            <w:tcW w:w="4390" w:type="dxa"/>
          </w:tcPr>
          <w:p w:rsidR="00355A69" w:rsidRPr="00E450DF" w:rsidRDefault="005154D8" w:rsidP="00E450DF">
            <w:pPr>
              <w:pStyle w:val="ConsPlusNormal"/>
              <w:rPr>
                <w:rFonts w:ascii="Times New Roman" w:hAnsi="Times New Roman" w:cs="Times New Roman"/>
              </w:rPr>
            </w:pPr>
            <w:r w:rsidRPr="00E450DF">
              <w:rPr>
                <w:rFonts w:ascii="Times New Roman" w:hAnsi="Times New Roman" w:cs="Times New Roman"/>
              </w:rPr>
              <w:t xml:space="preserve">проектная документация 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55" w:type="dxa"/>
            <w:gridSpan w:val="2"/>
          </w:tcPr>
          <w:p w:rsidR="00355A69" w:rsidRPr="00E450DF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450DF">
              <w:rPr>
                <w:rFonts w:ascii="Times New Roman" w:hAnsi="Times New Roman" w:cs="Times New Roman"/>
              </w:rPr>
              <w:t>Наименование объекта капитального строительства</w:t>
            </w:r>
          </w:p>
        </w:tc>
        <w:tc>
          <w:tcPr>
            <w:tcW w:w="4390" w:type="dxa"/>
          </w:tcPr>
          <w:p w:rsidR="00E450DF" w:rsidRPr="00E450DF" w:rsidRDefault="005154D8" w:rsidP="00E450DF">
            <w:pPr>
              <w:pStyle w:val="ConsPlusNormal"/>
              <w:rPr>
                <w:rFonts w:ascii="Times New Roman" w:hAnsi="Times New Roman" w:cs="Times New Roman"/>
              </w:rPr>
            </w:pPr>
            <w:r w:rsidRPr="00E450DF">
              <w:rPr>
                <w:rFonts w:ascii="Times New Roman" w:hAnsi="Times New Roman" w:cs="Times New Roman"/>
              </w:rPr>
              <w:t>проектная документация и результаты инженерных изысканий:</w:t>
            </w:r>
            <w:r w:rsidR="00774434" w:rsidRPr="00E450DF">
              <w:rPr>
                <w:rFonts w:ascii="Times New Roman" w:hAnsi="Times New Roman" w:cs="Times New Roman"/>
              </w:rPr>
              <w:t xml:space="preserve"> «</w:t>
            </w:r>
            <w:r w:rsidR="00E450DF" w:rsidRPr="00E450DF">
              <w:rPr>
                <w:rFonts w:ascii="Times New Roman" w:hAnsi="Times New Roman" w:cs="Times New Roman"/>
              </w:rPr>
              <w:t>Реконструкция здания автосалона по продаже и  обслуживанию автомашин по адресу: г. Великий Новгород, 5 квартал,</w:t>
            </w:r>
          </w:p>
          <w:p w:rsidR="00355A69" w:rsidRPr="00E450DF" w:rsidRDefault="00E450DF" w:rsidP="00E450DF">
            <w:pPr>
              <w:pStyle w:val="ConsPlusNormal"/>
              <w:rPr>
                <w:rFonts w:ascii="Times New Roman" w:hAnsi="Times New Roman" w:cs="Times New Roman"/>
              </w:rPr>
            </w:pPr>
            <w:r w:rsidRPr="00E450DF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E450DF">
              <w:rPr>
                <w:rFonts w:ascii="Times New Roman" w:hAnsi="Times New Roman" w:cs="Times New Roman"/>
              </w:rPr>
              <w:t>Парковая</w:t>
            </w:r>
            <w:proofErr w:type="gramEnd"/>
            <w:r w:rsidRPr="00E450DF">
              <w:rPr>
                <w:rFonts w:ascii="Times New Roman" w:hAnsi="Times New Roman" w:cs="Times New Roman"/>
              </w:rPr>
              <w:t xml:space="preserve"> 23, корпус 3. Корректировка</w:t>
            </w:r>
            <w:r w:rsidR="00774434" w:rsidRPr="00E450DF">
              <w:rPr>
                <w:rFonts w:ascii="Times New Roman" w:hAnsi="Times New Roman" w:cs="Times New Roman"/>
              </w:rPr>
              <w:t>»</w:t>
            </w:r>
            <w:r w:rsidR="005154D8" w:rsidRPr="00E450DF">
              <w:rPr>
                <w:rFonts w:ascii="Times New Roman" w:hAnsi="Times New Roman" w:cs="Times New Roman"/>
              </w:rPr>
              <w:t xml:space="preserve">, шифр </w:t>
            </w:r>
            <w:r w:rsidRPr="00E450DF">
              <w:rPr>
                <w:rFonts w:ascii="Times New Roman" w:hAnsi="Times New Roman" w:cs="Times New Roman"/>
              </w:rPr>
              <w:t>04/</w:t>
            </w:r>
            <w:proofErr w:type="gramStart"/>
            <w:r w:rsidRPr="00E450DF">
              <w:rPr>
                <w:rFonts w:ascii="Times New Roman" w:hAnsi="Times New Roman" w:cs="Times New Roman"/>
              </w:rPr>
              <w:t>П</w:t>
            </w:r>
            <w:proofErr w:type="gramEnd"/>
            <w:r w:rsidRPr="00E450DF">
              <w:rPr>
                <w:rFonts w:ascii="Times New Roman" w:hAnsi="Times New Roman" w:cs="Times New Roman"/>
              </w:rPr>
              <w:t>/04-2016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55" w:type="dxa"/>
            <w:gridSpan w:val="2"/>
          </w:tcPr>
          <w:p w:rsidR="00355A69" w:rsidRPr="00E450DF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450DF">
              <w:rPr>
                <w:rFonts w:ascii="Times New Roman" w:hAnsi="Times New Roman" w:cs="Times New Roman"/>
              </w:rPr>
              <w:t>Наименование застройщика, технического заказчика</w:t>
            </w:r>
          </w:p>
        </w:tc>
        <w:tc>
          <w:tcPr>
            <w:tcW w:w="4390" w:type="dxa"/>
          </w:tcPr>
          <w:p w:rsidR="00774434" w:rsidRPr="00E450DF" w:rsidRDefault="005154D8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E450DF">
              <w:rPr>
                <w:rFonts w:ascii="Times New Roman" w:hAnsi="Times New Roman" w:cs="Times New Roman"/>
              </w:rPr>
              <w:t xml:space="preserve">Застройщик: </w:t>
            </w:r>
            <w:r w:rsidR="00E450DF" w:rsidRPr="00E450DF">
              <w:rPr>
                <w:rFonts w:ascii="Times New Roman" w:hAnsi="Times New Roman" w:cs="Times New Roman"/>
              </w:rPr>
              <w:t>ЗАО «</w:t>
            </w:r>
            <w:proofErr w:type="spellStart"/>
            <w:r w:rsidR="00E450DF" w:rsidRPr="00E450DF">
              <w:rPr>
                <w:rFonts w:ascii="Times New Roman" w:hAnsi="Times New Roman" w:cs="Times New Roman"/>
              </w:rPr>
              <w:t>НовгородГАЗавтосервис</w:t>
            </w:r>
            <w:proofErr w:type="spellEnd"/>
            <w:r w:rsidR="00E450DF" w:rsidRPr="00E450DF">
              <w:rPr>
                <w:rFonts w:ascii="Times New Roman" w:hAnsi="Times New Roman" w:cs="Times New Roman"/>
              </w:rPr>
              <w:t>»</w:t>
            </w:r>
          </w:p>
          <w:p w:rsidR="00355A69" w:rsidRPr="00E450DF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55" w:type="dxa"/>
            <w:gridSpan w:val="2"/>
          </w:tcPr>
          <w:p w:rsidR="00355A69" w:rsidRPr="00E450DF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450DF">
              <w:rPr>
                <w:rFonts w:ascii="Times New Roman" w:hAnsi="Times New Roman" w:cs="Times New Roman"/>
              </w:rPr>
              <w:t>Место нахождения застройщика, технического заказчика</w:t>
            </w:r>
          </w:p>
        </w:tc>
        <w:tc>
          <w:tcPr>
            <w:tcW w:w="4390" w:type="dxa"/>
          </w:tcPr>
          <w:p w:rsidR="00355A69" w:rsidRPr="00E450DF" w:rsidRDefault="00E450DF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E450DF">
              <w:rPr>
                <w:rFonts w:ascii="Times New Roman" w:hAnsi="Times New Roman" w:cs="Times New Roman"/>
              </w:rPr>
              <w:t xml:space="preserve">г. Великий Новгород, ул. Б. </w:t>
            </w:r>
            <w:proofErr w:type="gramStart"/>
            <w:r w:rsidRPr="00E450DF">
              <w:rPr>
                <w:rFonts w:ascii="Times New Roman" w:hAnsi="Times New Roman" w:cs="Times New Roman"/>
              </w:rPr>
              <w:t>Санкт-Петербургская</w:t>
            </w:r>
            <w:proofErr w:type="gramEnd"/>
            <w:r w:rsidRPr="00E450DF">
              <w:rPr>
                <w:rFonts w:ascii="Times New Roman" w:hAnsi="Times New Roman" w:cs="Times New Roman"/>
              </w:rPr>
              <w:t>, д. 41, корп. 7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055" w:type="dxa"/>
            <w:gridSpan w:val="2"/>
          </w:tcPr>
          <w:p w:rsidR="00355A69" w:rsidRPr="00E450DF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450DF">
              <w:rPr>
                <w:rFonts w:ascii="Times New Roman" w:hAnsi="Times New Roman" w:cs="Times New Roman"/>
              </w:rPr>
              <w:t>Наименование проектной организации, подготовившей проектную документацию</w:t>
            </w:r>
          </w:p>
        </w:tc>
        <w:tc>
          <w:tcPr>
            <w:tcW w:w="4390" w:type="dxa"/>
          </w:tcPr>
          <w:p w:rsidR="00355A69" w:rsidRPr="00E450DF" w:rsidRDefault="00E450DF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E450DF">
              <w:rPr>
                <w:rFonts w:ascii="Times New Roman" w:hAnsi="Times New Roman" w:cs="Times New Roman"/>
              </w:rPr>
              <w:t>ООО «Архитектурная мастерская «Карат»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055" w:type="dxa"/>
            <w:gridSpan w:val="2"/>
          </w:tcPr>
          <w:p w:rsidR="00355A69" w:rsidRPr="00E450DF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450DF">
              <w:rPr>
                <w:rFonts w:ascii="Times New Roman" w:hAnsi="Times New Roman" w:cs="Times New Roman"/>
              </w:rPr>
              <w:t>Субъект (субъекты) Российской Федерации, на территории которого (которых) расположен объект капитального строительства</w:t>
            </w:r>
          </w:p>
        </w:tc>
        <w:tc>
          <w:tcPr>
            <w:tcW w:w="4390" w:type="dxa"/>
          </w:tcPr>
          <w:p w:rsidR="00355A69" w:rsidRPr="00E450DF" w:rsidRDefault="00E450DF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E450DF">
              <w:rPr>
                <w:rFonts w:ascii="Times New Roman" w:hAnsi="Times New Roman" w:cs="Times New Roman"/>
              </w:rPr>
              <w:t>Новгородская область, г. Великий Новгород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055" w:type="dxa"/>
            <w:gridSpan w:val="2"/>
          </w:tcPr>
          <w:p w:rsidR="00355A69" w:rsidRPr="00E450DF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450DF">
              <w:rPr>
                <w:rFonts w:ascii="Times New Roman" w:hAnsi="Times New Roman" w:cs="Times New Roman"/>
              </w:rPr>
              <w:t>Адрес объекта капитального строительства (адресный ориентир)</w:t>
            </w:r>
          </w:p>
        </w:tc>
        <w:tc>
          <w:tcPr>
            <w:tcW w:w="4390" w:type="dxa"/>
          </w:tcPr>
          <w:p w:rsidR="00E450DF" w:rsidRPr="00E450DF" w:rsidRDefault="00E450DF" w:rsidP="00E450DF">
            <w:pPr>
              <w:pStyle w:val="ConsPlusNormal"/>
              <w:rPr>
                <w:rFonts w:ascii="Times New Roman" w:hAnsi="Times New Roman" w:cs="Times New Roman"/>
              </w:rPr>
            </w:pPr>
            <w:r w:rsidRPr="00E450DF">
              <w:rPr>
                <w:rFonts w:ascii="Times New Roman" w:hAnsi="Times New Roman" w:cs="Times New Roman"/>
              </w:rPr>
              <w:t>г. Великий Новгород, 5 квартал,</w:t>
            </w:r>
          </w:p>
          <w:p w:rsidR="00355A69" w:rsidRPr="00E450DF" w:rsidRDefault="00E450DF" w:rsidP="00E450DF">
            <w:pPr>
              <w:pStyle w:val="ConsPlusNormal"/>
              <w:rPr>
                <w:rFonts w:ascii="Times New Roman" w:hAnsi="Times New Roman" w:cs="Times New Roman"/>
              </w:rPr>
            </w:pPr>
            <w:r w:rsidRPr="00E450DF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E450DF">
              <w:rPr>
                <w:rFonts w:ascii="Times New Roman" w:hAnsi="Times New Roman" w:cs="Times New Roman"/>
              </w:rPr>
              <w:t>Парковая</w:t>
            </w:r>
            <w:proofErr w:type="gramEnd"/>
            <w:r w:rsidRPr="00E450DF">
              <w:rPr>
                <w:rFonts w:ascii="Times New Roman" w:hAnsi="Times New Roman" w:cs="Times New Roman"/>
              </w:rPr>
              <w:t xml:space="preserve"> 23, корпус 3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055" w:type="dxa"/>
            <w:gridSpan w:val="2"/>
          </w:tcPr>
          <w:p w:rsidR="00355A69" w:rsidRPr="00E450DF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450DF">
              <w:rPr>
                <w:rFonts w:ascii="Times New Roman" w:hAnsi="Times New Roman" w:cs="Times New Roman"/>
              </w:rPr>
              <w:t>Номер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E450DF" w:rsidRDefault="00774434" w:rsidP="00E450DF">
            <w:pPr>
              <w:pStyle w:val="ConsPlusNormal"/>
              <w:rPr>
                <w:rFonts w:ascii="Times New Roman" w:hAnsi="Times New Roman" w:cs="Times New Roman"/>
              </w:rPr>
            </w:pPr>
            <w:r w:rsidRPr="00E450DF">
              <w:rPr>
                <w:rFonts w:ascii="Times New Roman" w:hAnsi="Times New Roman" w:cs="Times New Roman"/>
              </w:rPr>
              <w:t>53-1-1-</w:t>
            </w:r>
            <w:r w:rsidR="00E450DF" w:rsidRPr="00E450DF">
              <w:rPr>
                <w:rFonts w:ascii="Times New Roman" w:hAnsi="Times New Roman" w:cs="Times New Roman"/>
              </w:rPr>
              <w:t>2</w:t>
            </w:r>
            <w:r w:rsidRPr="00E450DF">
              <w:rPr>
                <w:rFonts w:ascii="Times New Roman" w:hAnsi="Times New Roman" w:cs="Times New Roman"/>
              </w:rPr>
              <w:t>-0</w:t>
            </w:r>
            <w:r w:rsidR="00E450DF" w:rsidRPr="00E450DF">
              <w:rPr>
                <w:rFonts w:ascii="Times New Roman" w:hAnsi="Times New Roman" w:cs="Times New Roman"/>
              </w:rPr>
              <w:t>002</w:t>
            </w:r>
            <w:r w:rsidRPr="00E450DF">
              <w:rPr>
                <w:rFonts w:ascii="Times New Roman" w:hAnsi="Times New Roman" w:cs="Times New Roman"/>
              </w:rPr>
              <w:t>-1</w:t>
            </w:r>
            <w:r w:rsidR="00E450DF" w:rsidRPr="00E450DF">
              <w:rPr>
                <w:rFonts w:ascii="Times New Roman" w:hAnsi="Times New Roman" w:cs="Times New Roman"/>
              </w:rPr>
              <w:t>8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055" w:type="dxa"/>
            <w:gridSpan w:val="2"/>
          </w:tcPr>
          <w:p w:rsidR="00355A69" w:rsidRPr="00E450DF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450DF">
              <w:rPr>
                <w:rFonts w:ascii="Times New Roman" w:hAnsi="Times New Roman" w:cs="Times New Roman"/>
              </w:rPr>
              <w:t>Дата заключения государственной экспертизы проектной документации</w:t>
            </w:r>
          </w:p>
        </w:tc>
        <w:tc>
          <w:tcPr>
            <w:tcW w:w="4390" w:type="dxa"/>
          </w:tcPr>
          <w:p w:rsidR="00355A69" w:rsidRPr="00E450DF" w:rsidRDefault="00E450DF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E450DF">
              <w:rPr>
                <w:rFonts w:ascii="Times New Roman" w:hAnsi="Times New Roman" w:cs="Times New Roman"/>
              </w:rPr>
              <w:t>10 января 2018 года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055" w:type="dxa"/>
            <w:gridSpan w:val="2"/>
          </w:tcPr>
          <w:p w:rsidR="00355A69" w:rsidRPr="00E450DF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E450DF">
              <w:rPr>
                <w:rFonts w:ascii="Times New Roman" w:hAnsi="Times New Roman" w:cs="Times New Roman"/>
                <w:szCs w:val="22"/>
              </w:rPr>
              <w:t>Применение экономически эффективной проектной документации повторного использования</w:t>
            </w:r>
          </w:p>
        </w:tc>
        <w:tc>
          <w:tcPr>
            <w:tcW w:w="4390" w:type="dxa"/>
          </w:tcPr>
          <w:p w:rsidR="00355A69" w:rsidRPr="00E450DF" w:rsidRDefault="00E450DF" w:rsidP="001D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450DF">
              <w:rPr>
                <w:rFonts w:ascii="Times New Roman" w:hAnsi="Times New Roman" w:cs="Times New Roman"/>
                <w:szCs w:val="22"/>
              </w:rPr>
              <w:t>Не применялась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4055" w:type="dxa"/>
            <w:gridSpan w:val="2"/>
          </w:tcPr>
          <w:p w:rsidR="00355A69" w:rsidRPr="00E450DF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450DF">
              <w:rPr>
                <w:rFonts w:ascii="Times New Roman" w:hAnsi="Times New Roman" w:cs="Times New Roman"/>
              </w:rPr>
              <w:t>Достоверность определения сметной стоимости подтверждена</w:t>
            </w:r>
          </w:p>
        </w:tc>
        <w:tc>
          <w:tcPr>
            <w:tcW w:w="4390" w:type="dxa"/>
          </w:tcPr>
          <w:p w:rsidR="00355A69" w:rsidRPr="00E450DF" w:rsidRDefault="00E450DF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E450DF">
              <w:rPr>
                <w:rFonts w:ascii="Times New Roman" w:hAnsi="Times New Roman" w:cs="Times New Roman"/>
              </w:rPr>
              <w:t>Не проводилась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055" w:type="dxa"/>
            <w:gridSpan w:val="2"/>
          </w:tcPr>
          <w:p w:rsidR="00355A69" w:rsidRPr="00E450DF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450DF">
              <w:rPr>
                <w:rFonts w:ascii="Times New Roman" w:hAnsi="Times New Roman" w:cs="Times New Roman"/>
              </w:rPr>
              <w:t>Сметная стоимость строительства</w:t>
            </w:r>
          </w:p>
        </w:tc>
        <w:tc>
          <w:tcPr>
            <w:tcW w:w="4390" w:type="dxa"/>
          </w:tcPr>
          <w:p w:rsidR="00355A69" w:rsidRPr="00E450DF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E450DF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055" w:type="dxa"/>
            <w:gridSpan w:val="2"/>
          </w:tcPr>
          <w:p w:rsidR="00355A69" w:rsidRPr="00E450DF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450DF">
              <w:rPr>
                <w:rFonts w:ascii="Times New Roman" w:hAnsi="Times New Roman" w:cs="Times New Roman"/>
              </w:rPr>
              <w:t xml:space="preserve">Сведения о </w:t>
            </w:r>
            <w:proofErr w:type="spellStart"/>
            <w:r w:rsidRPr="00E450DF">
              <w:rPr>
                <w:rFonts w:ascii="Times New Roman" w:hAnsi="Times New Roman" w:cs="Times New Roman"/>
              </w:rPr>
              <w:t>непревышении</w:t>
            </w:r>
            <w:proofErr w:type="spellEnd"/>
            <w:r w:rsidRPr="00E450DF">
              <w:rPr>
                <w:rFonts w:ascii="Times New Roman" w:hAnsi="Times New Roman" w:cs="Times New Roman"/>
              </w:rPr>
              <w:t xml:space="preserve"> стоимости </w:t>
            </w:r>
            <w:proofErr w:type="gramStart"/>
            <w:r w:rsidRPr="00E450DF">
              <w:rPr>
                <w:rFonts w:ascii="Times New Roman" w:hAnsi="Times New Roman" w:cs="Times New Roman"/>
              </w:rPr>
              <w:t>строительства объекта капитального строительства показателей укрупненных нормативов цены строительства</w:t>
            </w:r>
            <w:proofErr w:type="gramEnd"/>
          </w:p>
        </w:tc>
        <w:tc>
          <w:tcPr>
            <w:tcW w:w="4390" w:type="dxa"/>
          </w:tcPr>
          <w:p w:rsidR="00355A69" w:rsidRPr="00E450DF" w:rsidRDefault="00774434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E450DF">
              <w:rPr>
                <w:rFonts w:ascii="Times New Roman" w:hAnsi="Times New Roman" w:cs="Times New Roman"/>
              </w:rPr>
              <w:t>----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Назначение объекта капитального строительства</w:t>
            </w:r>
          </w:p>
        </w:tc>
        <w:tc>
          <w:tcPr>
            <w:tcW w:w="4390" w:type="dxa"/>
          </w:tcPr>
          <w:p w:rsidR="00355A69" w:rsidRPr="00E450DF" w:rsidRDefault="00E450DF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E450DF">
              <w:rPr>
                <w:rFonts w:ascii="Times New Roman" w:hAnsi="Times New Roman" w:cs="Times New Roman"/>
              </w:rPr>
              <w:t>непроизводственный</w:t>
            </w:r>
          </w:p>
        </w:tc>
      </w:tr>
      <w:tr w:rsidR="00355A69" w:rsidRPr="00F05C9E" w:rsidTr="00093165">
        <w:tc>
          <w:tcPr>
            <w:tcW w:w="623" w:type="dxa"/>
            <w:tcBorders>
              <w:bottom w:val="nil"/>
            </w:tcBorders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Технико-экономические характеристики объекта капитального строительства (заполняется в соответствии с данными, содержащимися в проектной документации, в случае строительства (реконструкции) сложного объекта (объекта, входящего в состав имущественного комплекса) заполняется на каждый объект капитального строительства, содержащийся в проектной документации), в том числе:</w:t>
            </w:r>
          </w:p>
        </w:tc>
        <w:tc>
          <w:tcPr>
            <w:tcW w:w="4390" w:type="dxa"/>
          </w:tcPr>
          <w:p w:rsidR="00774434" w:rsidRPr="00E450DF" w:rsidRDefault="00774434" w:rsidP="00774434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Мощность (вместимость, пропускная способность, грузооборот, интенсивность движения)</w:t>
            </w:r>
          </w:p>
        </w:tc>
        <w:tc>
          <w:tcPr>
            <w:tcW w:w="4390" w:type="dxa"/>
          </w:tcPr>
          <w:p w:rsidR="00355A69" w:rsidRPr="00E450DF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15.2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Категория, класс (не заполняется в отношении объектов капитального строительства, у которых отсутствует данный параметр)</w:t>
            </w:r>
          </w:p>
        </w:tc>
        <w:tc>
          <w:tcPr>
            <w:tcW w:w="4390" w:type="dxa"/>
          </w:tcPr>
          <w:p w:rsidR="00355A69" w:rsidRPr="00E450DF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15.3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Общая площадь,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E450DF" w:rsidRDefault="006D16CE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6D16CE">
              <w:rPr>
                <w:rFonts w:ascii="Times New Roman" w:hAnsi="Times New Roman" w:cs="Times New Roman"/>
              </w:rPr>
              <w:t>5437,94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15.4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полезная,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  <w:r w:rsidRPr="00F05C9E">
              <w:rPr>
                <w:rFonts w:ascii="Times New Roman" w:hAnsi="Times New Roman" w:cs="Times New Roman"/>
              </w:rPr>
              <w:t xml:space="preserve"> (заполняется в отношении общественных зданий)</w:t>
            </w:r>
          </w:p>
        </w:tc>
        <w:tc>
          <w:tcPr>
            <w:tcW w:w="4390" w:type="dxa"/>
          </w:tcPr>
          <w:p w:rsidR="00355A69" w:rsidRPr="00E450DF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15.5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Площадь жилая, м</w:t>
            </w:r>
            <w:proofErr w:type="gramStart"/>
            <w:r w:rsidRPr="00F05C9E">
              <w:rPr>
                <w:rFonts w:ascii="Times New Roman" w:hAnsi="Times New Roman" w:cs="Times New Roman"/>
              </w:rPr>
              <w:t>2</w:t>
            </w:r>
            <w:proofErr w:type="gramEnd"/>
            <w:r w:rsidRPr="00F05C9E">
              <w:rPr>
                <w:rFonts w:ascii="Times New Roman" w:hAnsi="Times New Roman" w:cs="Times New Roman"/>
              </w:rPr>
              <w:t xml:space="preserve"> (заполняется в отношении жилых зданий)</w:t>
            </w:r>
          </w:p>
        </w:tc>
        <w:tc>
          <w:tcPr>
            <w:tcW w:w="4390" w:type="dxa"/>
          </w:tcPr>
          <w:p w:rsidR="00355A69" w:rsidRPr="00E450DF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15.6</w:t>
            </w:r>
          </w:p>
        </w:tc>
        <w:tc>
          <w:tcPr>
            <w:tcW w:w="3205" w:type="dxa"/>
          </w:tcPr>
          <w:p w:rsidR="00355A69" w:rsidRPr="006D16C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D16CE">
              <w:rPr>
                <w:rFonts w:ascii="Times New Roman" w:hAnsi="Times New Roman" w:cs="Times New Roman"/>
              </w:rPr>
              <w:t>Площадь застройки, м</w:t>
            </w:r>
            <w:proofErr w:type="gramStart"/>
            <w:r w:rsidRPr="006D16C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4390" w:type="dxa"/>
          </w:tcPr>
          <w:p w:rsidR="00355A69" w:rsidRPr="006D16CE" w:rsidRDefault="006D16CE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6D16CE">
              <w:rPr>
                <w:rFonts w:ascii="Times New Roman" w:hAnsi="Times New Roman" w:cs="Times New Roman"/>
              </w:rPr>
              <w:t>3140,49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15.7</w:t>
            </w:r>
          </w:p>
        </w:tc>
        <w:tc>
          <w:tcPr>
            <w:tcW w:w="3205" w:type="dxa"/>
          </w:tcPr>
          <w:p w:rsidR="00355A69" w:rsidRPr="006D16C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D16CE">
              <w:rPr>
                <w:rFonts w:ascii="Times New Roman" w:hAnsi="Times New Roman" w:cs="Times New Roman"/>
              </w:rPr>
              <w:t>Объем строительный, м3</w:t>
            </w:r>
          </w:p>
        </w:tc>
        <w:tc>
          <w:tcPr>
            <w:tcW w:w="4390" w:type="dxa"/>
          </w:tcPr>
          <w:p w:rsidR="00355A69" w:rsidRPr="006D16CE" w:rsidRDefault="006D16CE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6D16CE">
              <w:rPr>
                <w:rFonts w:ascii="Times New Roman" w:hAnsi="Times New Roman" w:cs="Times New Roman"/>
              </w:rPr>
              <w:t xml:space="preserve">24466,0 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15.8</w:t>
            </w:r>
          </w:p>
        </w:tc>
        <w:tc>
          <w:tcPr>
            <w:tcW w:w="3205" w:type="dxa"/>
          </w:tcPr>
          <w:p w:rsidR="00355A69" w:rsidRPr="006D16C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D16CE">
              <w:rPr>
                <w:rFonts w:ascii="Times New Roman" w:hAnsi="Times New Roman" w:cs="Times New Roman"/>
              </w:rPr>
              <w:t>Количество этажей, (в единицах)</w:t>
            </w:r>
          </w:p>
        </w:tc>
        <w:tc>
          <w:tcPr>
            <w:tcW w:w="4390" w:type="dxa"/>
          </w:tcPr>
          <w:p w:rsidR="00355A69" w:rsidRPr="006D16CE" w:rsidRDefault="006D16CE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6D16CE">
              <w:rPr>
                <w:rFonts w:ascii="Times New Roman" w:hAnsi="Times New Roman" w:cs="Times New Roman"/>
              </w:rPr>
              <w:t>4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15.9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 xml:space="preserve">Протяженность, </w:t>
            </w:r>
            <w:proofErr w:type="gramStart"/>
            <w:r w:rsidRPr="00F05C9E">
              <w:rPr>
                <w:rFonts w:ascii="Times New Roman" w:hAnsi="Times New Roman" w:cs="Times New Roman"/>
              </w:rPr>
              <w:t>м</w:t>
            </w:r>
            <w:proofErr w:type="gramEnd"/>
          </w:p>
        </w:tc>
        <w:tc>
          <w:tcPr>
            <w:tcW w:w="4390" w:type="dxa"/>
          </w:tcPr>
          <w:p w:rsidR="00355A69" w:rsidRPr="00E450DF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  <w:tcBorders>
              <w:top w:val="nil"/>
              <w:bottom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3205" w:type="dxa"/>
          </w:tcPr>
          <w:p w:rsidR="00355A69" w:rsidRPr="006D16C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D16CE">
              <w:rPr>
                <w:rFonts w:ascii="Times New Roman" w:hAnsi="Times New Roman" w:cs="Times New Roman"/>
              </w:rPr>
              <w:t xml:space="preserve">Класс </w:t>
            </w:r>
            <w:proofErr w:type="spellStart"/>
            <w:r w:rsidRPr="006D16CE">
              <w:rPr>
                <w:rFonts w:ascii="Times New Roman" w:hAnsi="Times New Roman" w:cs="Times New Roman"/>
              </w:rPr>
              <w:t>энергоэффективности</w:t>
            </w:r>
            <w:proofErr w:type="spellEnd"/>
            <w:r w:rsidRPr="006D16CE">
              <w:rPr>
                <w:rFonts w:ascii="Times New Roman" w:hAnsi="Times New Roman" w:cs="Times New Roman"/>
              </w:rPr>
              <w:t xml:space="preserve"> объекта капитального строительства</w:t>
            </w:r>
          </w:p>
        </w:tc>
        <w:tc>
          <w:tcPr>
            <w:tcW w:w="4390" w:type="dxa"/>
          </w:tcPr>
          <w:p w:rsidR="00355A69" w:rsidRPr="006D16CE" w:rsidRDefault="006D16CE" w:rsidP="001D1D5C">
            <w:pPr>
              <w:pStyle w:val="ConsPlusNormal"/>
              <w:rPr>
                <w:rFonts w:ascii="Times New Roman" w:hAnsi="Times New Roman" w:cs="Times New Roman"/>
              </w:rPr>
            </w:pPr>
            <w:r w:rsidRPr="006D16CE">
              <w:rPr>
                <w:rFonts w:ascii="Times New Roman" w:hAnsi="Times New Roman" w:cs="Times New Roman"/>
              </w:rPr>
              <w:t>«А»</w:t>
            </w:r>
          </w:p>
        </w:tc>
      </w:tr>
      <w:tr w:rsidR="00355A69" w:rsidRPr="00F05C9E" w:rsidTr="00093165">
        <w:tc>
          <w:tcPr>
            <w:tcW w:w="623" w:type="dxa"/>
            <w:tcBorders>
              <w:top w:val="nil"/>
            </w:tcBorders>
          </w:tcPr>
          <w:p w:rsidR="00355A69" w:rsidRPr="00F05C9E" w:rsidRDefault="00355A69" w:rsidP="001D1D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3205" w:type="dxa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Иные технико-экономические характеристики объекта капитального строительства</w:t>
            </w:r>
          </w:p>
        </w:tc>
        <w:tc>
          <w:tcPr>
            <w:tcW w:w="4390" w:type="dxa"/>
          </w:tcPr>
          <w:p w:rsidR="00355A69" w:rsidRPr="00E450DF" w:rsidRDefault="00355A69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055" w:type="dxa"/>
            <w:gridSpan w:val="2"/>
          </w:tcPr>
          <w:p w:rsidR="00355A69" w:rsidRPr="006D16C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D16CE">
              <w:rPr>
                <w:rFonts w:ascii="Times New Roman" w:hAnsi="Times New Roman" w:cs="Times New Roman"/>
              </w:rPr>
              <w:t>Код климатического района, подрайона</w:t>
            </w:r>
          </w:p>
          <w:p w:rsidR="00355A69" w:rsidRPr="006D16C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D16C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355A69" w:rsidRPr="006D16CE" w:rsidRDefault="006D16CE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6D16CE">
              <w:rPr>
                <w:rFonts w:ascii="Times New Roman" w:hAnsi="Times New Roman" w:cs="Times New Roman"/>
                <w:bCs/>
              </w:rPr>
              <w:t>IIB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055" w:type="dxa"/>
            <w:gridSpan w:val="2"/>
          </w:tcPr>
          <w:p w:rsidR="00355A69" w:rsidRPr="006D16C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D16CE">
              <w:rPr>
                <w:rFonts w:ascii="Times New Roman" w:hAnsi="Times New Roman" w:cs="Times New Roman"/>
              </w:rPr>
              <w:t>Код снегового района</w:t>
            </w:r>
          </w:p>
          <w:p w:rsidR="00355A69" w:rsidRPr="006D16C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D16C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355A69" w:rsidRPr="006D16CE" w:rsidRDefault="006D16CE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6D16CE">
              <w:rPr>
                <w:rFonts w:ascii="Times New Roman" w:hAnsi="Times New Roman" w:cs="Times New Roman"/>
                <w:bCs/>
              </w:rPr>
              <w:t>II</w:t>
            </w:r>
            <w:r w:rsidRPr="006D16CE">
              <w:rPr>
                <w:rFonts w:ascii="Times New Roman" w:hAnsi="Times New Roman" w:cs="Times New Roman"/>
                <w:bCs/>
                <w:lang w:val="en-US"/>
              </w:rPr>
              <w:t>I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Код ветрового района</w:t>
            </w:r>
          </w:p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6D16CE" w:rsidRDefault="006D16CE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6D16CE">
              <w:rPr>
                <w:rFonts w:ascii="Times New Roman" w:hAnsi="Times New Roman" w:cs="Times New Roman"/>
              </w:rPr>
              <w:t>I, тип местности</w:t>
            </w:r>
            <w:proofErr w:type="gramStart"/>
            <w:r w:rsidRPr="006D16CE">
              <w:rPr>
                <w:rFonts w:ascii="Times New Roman" w:hAnsi="Times New Roman" w:cs="Times New Roman"/>
              </w:rPr>
              <w:t xml:space="preserve"> В</w:t>
            </w:r>
            <w:proofErr w:type="gramEnd"/>
          </w:p>
          <w:p w:rsidR="00355A69" w:rsidRPr="006D16CE" w:rsidRDefault="00355A69" w:rsidP="006D16CE">
            <w:pPr>
              <w:rPr>
                <w:highlight w:val="yellow"/>
                <w:lang w:eastAsia="ru-RU"/>
              </w:rPr>
            </w:pP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4055" w:type="dxa"/>
            <w:gridSpan w:val="2"/>
          </w:tcPr>
          <w:p w:rsidR="00355A69" w:rsidRPr="006D16C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D16CE">
              <w:rPr>
                <w:rFonts w:ascii="Times New Roman" w:hAnsi="Times New Roman" w:cs="Times New Roman"/>
              </w:rPr>
              <w:t>Код сейсмичности района</w:t>
            </w:r>
          </w:p>
          <w:p w:rsidR="00355A69" w:rsidRPr="006D16C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D16CE">
              <w:rPr>
                <w:rFonts w:ascii="Times New Roman" w:hAnsi="Times New Roman" w:cs="Times New Roman"/>
              </w:rPr>
              <w:t>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355A69" w:rsidRPr="006D16CE" w:rsidRDefault="006D16CE" w:rsidP="006D16CE">
            <w:pPr>
              <w:pStyle w:val="ConsPlusNormal"/>
              <w:rPr>
                <w:rFonts w:ascii="Times New Roman" w:hAnsi="Times New Roman" w:cs="Times New Roman"/>
              </w:rPr>
            </w:pPr>
            <w:r w:rsidRPr="006D16CE">
              <w:rPr>
                <w:rFonts w:ascii="Times New Roman" w:hAnsi="Times New Roman" w:cs="Times New Roman"/>
              </w:rPr>
              <w:t>менее 6 баллов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4055" w:type="dxa"/>
            <w:gridSpan w:val="2"/>
          </w:tcPr>
          <w:p w:rsidR="00355A69" w:rsidRPr="00F05C9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Категория сложности инженерно-геологических условий: I, II, III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355A69" w:rsidRPr="00E450DF" w:rsidRDefault="00421500" w:rsidP="001D1D5C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6D16CE">
              <w:rPr>
                <w:rFonts w:ascii="Times New Roman" w:hAnsi="Times New Roman" w:cs="Times New Roman"/>
                <w:bCs/>
              </w:rPr>
              <w:t>II</w:t>
            </w:r>
          </w:p>
        </w:tc>
      </w:tr>
      <w:tr w:rsidR="00355A69" w:rsidRPr="00F05C9E" w:rsidTr="00093165">
        <w:tc>
          <w:tcPr>
            <w:tcW w:w="623" w:type="dxa"/>
          </w:tcPr>
          <w:p w:rsidR="00355A69" w:rsidRPr="00F05C9E" w:rsidRDefault="00355A69" w:rsidP="001D1D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C9E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4055" w:type="dxa"/>
            <w:gridSpan w:val="2"/>
          </w:tcPr>
          <w:p w:rsidR="00355A69" w:rsidRPr="006D16CE" w:rsidRDefault="00355A69" w:rsidP="001D1D5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D16CE">
              <w:rPr>
                <w:rFonts w:ascii="Times New Roman" w:hAnsi="Times New Roman" w:cs="Times New Roman"/>
                <w:szCs w:val="22"/>
              </w:rPr>
              <w:t>Наличие опасных геологических и инженерно-геологических процессов (заполняется в соответствии с данными, содержащимися в проектной документации)</w:t>
            </w:r>
          </w:p>
        </w:tc>
        <w:tc>
          <w:tcPr>
            <w:tcW w:w="4390" w:type="dxa"/>
          </w:tcPr>
          <w:p w:rsidR="006D16CE" w:rsidRPr="006D16CE" w:rsidRDefault="006D16CE" w:rsidP="006D16C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D16CE">
              <w:rPr>
                <w:rFonts w:ascii="Times New Roman" w:hAnsi="Times New Roman" w:cs="Times New Roman"/>
                <w:szCs w:val="22"/>
              </w:rPr>
              <w:t>отсутствуют</w:t>
            </w:r>
          </w:p>
          <w:p w:rsidR="00355A69" w:rsidRPr="006D16CE" w:rsidRDefault="00355A69" w:rsidP="001D1D5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</w:tbl>
    <w:p w:rsidR="00355A69" w:rsidRPr="00F05C9E" w:rsidRDefault="00355A69" w:rsidP="00355A69">
      <w:pPr>
        <w:pStyle w:val="ConsPlusNormal"/>
        <w:jc w:val="both"/>
        <w:rPr>
          <w:rFonts w:ascii="Times New Roman" w:hAnsi="Times New Roman" w:cs="Times New Roman"/>
        </w:rPr>
      </w:pPr>
    </w:p>
    <w:p w:rsidR="00440E51" w:rsidRPr="00F05C9E" w:rsidRDefault="00440E51"/>
    <w:sectPr w:rsidR="00440E51" w:rsidRPr="00F05C9E" w:rsidSect="00355A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D8"/>
    <w:rsid w:val="000024C7"/>
    <w:rsid w:val="00004733"/>
    <w:rsid w:val="0000629E"/>
    <w:rsid w:val="00015365"/>
    <w:rsid w:val="00015DF4"/>
    <w:rsid w:val="00016932"/>
    <w:rsid w:val="00016E85"/>
    <w:rsid w:val="0002059B"/>
    <w:rsid w:val="00021737"/>
    <w:rsid w:val="00022F66"/>
    <w:rsid w:val="00023F27"/>
    <w:rsid w:val="00025AF4"/>
    <w:rsid w:val="00025C3F"/>
    <w:rsid w:val="00025ED2"/>
    <w:rsid w:val="00026F6D"/>
    <w:rsid w:val="00027F04"/>
    <w:rsid w:val="000338B3"/>
    <w:rsid w:val="00033D36"/>
    <w:rsid w:val="00035280"/>
    <w:rsid w:val="000362CB"/>
    <w:rsid w:val="00036A5D"/>
    <w:rsid w:val="00043131"/>
    <w:rsid w:val="00045849"/>
    <w:rsid w:val="000469DB"/>
    <w:rsid w:val="000505BF"/>
    <w:rsid w:val="000507DC"/>
    <w:rsid w:val="00053ED5"/>
    <w:rsid w:val="00054ECF"/>
    <w:rsid w:val="000574BC"/>
    <w:rsid w:val="0006009A"/>
    <w:rsid w:val="000605C9"/>
    <w:rsid w:val="000663B2"/>
    <w:rsid w:val="00066865"/>
    <w:rsid w:val="00066E13"/>
    <w:rsid w:val="00070AB3"/>
    <w:rsid w:val="00072D28"/>
    <w:rsid w:val="00076DDC"/>
    <w:rsid w:val="000779ED"/>
    <w:rsid w:val="00082EF1"/>
    <w:rsid w:val="000832EF"/>
    <w:rsid w:val="000844A0"/>
    <w:rsid w:val="0008468B"/>
    <w:rsid w:val="000869E0"/>
    <w:rsid w:val="00093165"/>
    <w:rsid w:val="0009320A"/>
    <w:rsid w:val="000934EA"/>
    <w:rsid w:val="00093783"/>
    <w:rsid w:val="0009593F"/>
    <w:rsid w:val="000964DD"/>
    <w:rsid w:val="00096697"/>
    <w:rsid w:val="000A4A79"/>
    <w:rsid w:val="000A4AAD"/>
    <w:rsid w:val="000A7DB3"/>
    <w:rsid w:val="000B325D"/>
    <w:rsid w:val="000B3520"/>
    <w:rsid w:val="000B45E2"/>
    <w:rsid w:val="000B4F0F"/>
    <w:rsid w:val="000B5609"/>
    <w:rsid w:val="000B67C9"/>
    <w:rsid w:val="000B6B07"/>
    <w:rsid w:val="000B71F6"/>
    <w:rsid w:val="000C095F"/>
    <w:rsid w:val="000C1727"/>
    <w:rsid w:val="000C2DC0"/>
    <w:rsid w:val="000C34E4"/>
    <w:rsid w:val="000C378C"/>
    <w:rsid w:val="000C6808"/>
    <w:rsid w:val="000C6892"/>
    <w:rsid w:val="000C6CB2"/>
    <w:rsid w:val="000C74C0"/>
    <w:rsid w:val="000C78B7"/>
    <w:rsid w:val="000D0DA2"/>
    <w:rsid w:val="000D1D01"/>
    <w:rsid w:val="000D3E16"/>
    <w:rsid w:val="000D657C"/>
    <w:rsid w:val="000E19A3"/>
    <w:rsid w:val="000E20B4"/>
    <w:rsid w:val="000E2EA3"/>
    <w:rsid w:val="000E5FB5"/>
    <w:rsid w:val="000E64BF"/>
    <w:rsid w:val="000F2F99"/>
    <w:rsid w:val="000F3076"/>
    <w:rsid w:val="000F375F"/>
    <w:rsid w:val="000F493C"/>
    <w:rsid w:val="00102215"/>
    <w:rsid w:val="001032C6"/>
    <w:rsid w:val="001035AE"/>
    <w:rsid w:val="00104745"/>
    <w:rsid w:val="0010642B"/>
    <w:rsid w:val="0010646F"/>
    <w:rsid w:val="001075F2"/>
    <w:rsid w:val="00112589"/>
    <w:rsid w:val="0011277A"/>
    <w:rsid w:val="00113816"/>
    <w:rsid w:val="001208AA"/>
    <w:rsid w:val="00123154"/>
    <w:rsid w:val="00124E00"/>
    <w:rsid w:val="0012687A"/>
    <w:rsid w:val="001310B5"/>
    <w:rsid w:val="00132EE3"/>
    <w:rsid w:val="00133FB2"/>
    <w:rsid w:val="00134034"/>
    <w:rsid w:val="001345F5"/>
    <w:rsid w:val="001363AE"/>
    <w:rsid w:val="001377AA"/>
    <w:rsid w:val="00137A58"/>
    <w:rsid w:val="00140186"/>
    <w:rsid w:val="00141D07"/>
    <w:rsid w:val="00143D0B"/>
    <w:rsid w:val="00145564"/>
    <w:rsid w:val="00145D74"/>
    <w:rsid w:val="00145EFC"/>
    <w:rsid w:val="001514A9"/>
    <w:rsid w:val="0015170E"/>
    <w:rsid w:val="001520B2"/>
    <w:rsid w:val="001528F5"/>
    <w:rsid w:val="00153EE2"/>
    <w:rsid w:val="001560A9"/>
    <w:rsid w:val="00156A19"/>
    <w:rsid w:val="0016157D"/>
    <w:rsid w:val="001625D2"/>
    <w:rsid w:val="001630D4"/>
    <w:rsid w:val="00163CB3"/>
    <w:rsid w:val="0016453C"/>
    <w:rsid w:val="00165513"/>
    <w:rsid w:val="001675B8"/>
    <w:rsid w:val="00167D2F"/>
    <w:rsid w:val="001720CB"/>
    <w:rsid w:val="00172951"/>
    <w:rsid w:val="00172F1A"/>
    <w:rsid w:val="00183C05"/>
    <w:rsid w:val="001848E3"/>
    <w:rsid w:val="00185781"/>
    <w:rsid w:val="00185F76"/>
    <w:rsid w:val="0018687B"/>
    <w:rsid w:val="00187180"/>
    <w:rsid w:val="00193343"/>
    <w:rsid w:val="001940B6"/>
    <w:rsid w:val="001944E6"/>
    <w:rsid w:val="00195F22"/>
    <w:rsid w:val="001969A5"/>
    <w:rsid w:val="00196B65"/>
    <w:rsid w:val="001975E2"/>
    <w:rsid w:val="00197CE6"/>
    <w:rsid w:val="001A271D"/>
    <w:rsid w:val="001A28C7"/>
    <w:rsid w:val="001A4C89"/>
    <w:rsid w:val="001A7F1E"/>
    <w:rsid w:val="001B2442"/>
    <w:rsid w:val="001B2B6D"/>
    <w:rsid w:val="001B3329"/>
    <w:rsid w:val="001B41EA"/>
    <w:rsid w:val="001B6055"/>
    <w:rsid w:val="001B6C46"/>
    <w:rsid w:val="001B71A3"/>
    <w:rsid w:val="001C215A"/>
    <w:rsid w:val="001C444C"/>
    <w:rsid w:val="001C47A9"/>
    <w:rsid w:val="001C4D38"/>
    <w:rsid w:val="001C5467"/>
    <w:rsid w:val="001D3867"/>
    <w:rsid w:val="001D79AC"/>
    <w:rsid w:val="001E072A"/>
    <w:rsid w:val="001E6142"/>
    <w:rsid w:val="001E680B"/>
    <w:rsid w:val="001E7877"/>
    <w:rsid w:val="001F02B1"/>
    <w:rsid w:val="001F1533"/>
    <w:rsid w:val="001F2236"/>
    <w:rsid w:val="001F3A46"/>
    <w:rsid w:val="001F5C85"/>
    <w:rsid w:val="001F6C5B"/>
    <w:rsid w:val="00200F6D"/>
    <w:rsid w:val="002018E6"/>
    <w:rsid w:val="002025F1"/>
    <w:rsid w:val="00203FAA"/>
    <w:rsid w:val="002056A1"/>
    <w:rsid w:val="00207A89"/>
    <w:rsid w:val="00207D1C"/>
    <w:rsid w:val="00211941"/>
    <w:rsid w:val="002150B3"/>
    <w:rsid w:val="00215340"/>
    <w:rsid w:val="00216909"/>
    <w:rsid w:val="00217DED"/>
    <w:rsid w:val="00222D38"/>
    <w:rsid w:val="0022372B"/>
    <w:rsid w:val="00223EE4"/>
    <w:rsid w:val="002250B4"/>
    <w:rsid w:val="002257EB"/>
    <w:rsid w:val="00225C84"/>
    <w:rsid w:val="002279C1"/>
    <w:rsid w:val="00230020"/>
    <w:rsid w:val="00230083"/>
    <w:rsid w:val="002316A8"/>
    <w:rsid w:val="00232762"/>
    <w:rsid w:val="002328D4"/>
    <w:rsid w:val="00233C87"/>
    <w:rsid w:val="002354FC"/>
    <w:rsid w:val="0023555E"/>
    <w:rsid w:val="002366DD"/>
    <w:rsid w:val="002371F7"/>
    <w:rsid w:val="002426A1"/>
    <w:rsid w:val="002430A3"/>
    <w:rsid w:val="002437B0"/>
    <w:rsid w:val="0024417E"/>
    <w:rsid w:val="0024423F"/>
    <w:rsid w:val="002475E5"/>
    <w:rsid w:val="00247947"/>
    <w:rsid w:val="00250322"/>
    <w:rsid w:val="00251D18"/>
    <w:rsid w:val="00253349"/>
    <w:rsid w:val="00254711"/>
    <w:rsid w:val="00257671"/>
    <w:rsid w:val="00261202"/>
    <w:rsid w:val="00261AC6"/>
    <w:rsid w:val="00263413"/>
    <w:rsid w:val="00264224"/>
    <w:rsid w:val="00265255"/>
    <w:rsid w:val="002665F3"/>
    <w:rsid w:val="00266A74"/>
    <w:rsid w:val="00272EA4"/>
    <w:rsid w:val="002731BE"/>
    <w:rsid w:val="00273DF9"/>
    <w:rsid w:val="002741D2"/>
    <w:rsid w:val="00275AB5"/>
    <w:rsid w:val="00276740"/>
    <w:rsid w:val="002828F7"/>
    <w:rsid w:val="00284B87"/>
    <w:rsid w:val="00286EDC"/>
    <w:rsid w:val="002908B5"/>
    <w:rsid w:val="00290A4C"/>
    <w:rsid w:val="00290BAF"/>
    <w:rsid w:val="002912D3"/>
    <w:rsid w:val="0029212A"/>
    <w:rsid w:val="0029252D"/>
    <w:rsid w:val="00292533"/>
    <w:rsid w:val="00293A2E"/>
    <w:rsid w:val="002956F5"/>
    <w:rsid w:val="00296025"/>
    <w:rsid w:val="00297A45"/>
    <w:rsid w:val="002A2DF8"/>
    <w:rsid w:val="002A4063"/>
    <w:rsid w:val="002A430A"/>
    <w:rsid w:val="002A5D24"/>
    <w:rsid w:val="002A616A"/>
    <w:rsid w:val="002A639D"/>
    <w:rsid w:val="002A6609"/>
    <w:rsid w:val="002A727F"/>
    <w:rsid w:val="002B0720"/>
    <w:rsid w:val="002B2A3E"/>
    <w:rsid w:val="002B2F18"/>
    <w:rsid w:val="002B323D"/>
    <w:rsid w:val="002B3C29"/>
    <w:rsid w:val="002B4F52"/>
    <w:rsid w:val="002B5982"/>
    <w:rsid w:val="002B63EC"/>
    <w:rsid w:val="002B6B73"/>
    <w:rsid w:val="002B76DD"/>
    <w:rsid w:val="002C0063"/>
    <w:rsid w:val="002C2758"/>
    <w:rsid w:val="002C5477"/>
    <w:rsid w:val="002C7007"/>
    <w:rsid w:val="002C7808"/>
    <w:rsid w:val="002C7A2A"/>
    <w:rsid w:val="002D342D"/>
    <w:rsid w:val="002D52A6"/>
    <w:rsid w:val="002E0A72"/>
    <w:rsid w:val="002E0B63"/>
    <w:rsid w:val="002E23D5"/>
    <w:rsid w:val="002E42A0"/>
    <w:rsid w:val="002E5223"/>
    <w:rsid w:val="002E7268"/>
    <w:rsid w:val="002F01D9"/>
    <w:rsid w:val="002F09B7"/>
    <w:rsid w:val="002F655C"/>
    <w:rsid w:val="002F66A2"/>
    <w:rsid w:val="002F6730"/>
    <w:rsid w:val="00304A49"/>
    <w:rsid w:val="00304AA3"/>
    <w:rsid w:val="00305BFF"/>
    <w:rsid w:val="00306459"/>
    <w:rsid w:val="00307E34"/>
    <w:rsid w:val="0031796E"/>
    <w:rsid w:val="003222BF"/>
    <w:rsid w:val="00322E74"/>
    <w:rsid w:val="00323C05"/>
    <w:rsid w:val="00323DB1"/>
    <w:rsid w:val="00324465"/>
    <w:rsid w:val="00326FDE"/>
    <w:rsid w:val="00332274"/>
    <w:rsid w:val="003339C8"/>
    <w:rsid w:val="0033457B"/>
    <w:rsid w:val="003370D2"/>
    <w:rsid w:val="003373DD"/>
    <w:rsid w:val="003374F7"/>
    <w:rsid w:val="0034128F"/>
    <w:rsid w:val="00341F0F"/>
    <w:rsid w:val="0034456D"/>
    <w:rsid w:val="00346775"/>
    <w:rsid w:val="00347787"/>
    <w:rsid w:val="00350AC4"/>
    <w:rsid w:val="00350C02"/>
    <w:rsid w:val="0035230D"/>
    <w:rsid w:val="00353121"/>
    <w:rsid w:val="0035326F"/>
    <w:rsid w:val="00355A69"/>
    <w:rsid w:val="00355C0A"/>
    <w:rsid w:val="00355D28"/>
    <w:rsid w:val="00356530"/>
    <w:rsid w:val="0035775C"/>
    <w:rsid w:val="00363E42"/>
    <w:rsid w:val="003645CC"/>
    <w:rsid w:val="00364990"/>
    <w:rsid w:val="00365B00"/>
    <w:rsid w:val="00371BC9"/>
    <w:rsid w:val="003734B1"/>
    <w:rsid w:val="003766C5"/>
    <w:rsid w:val="003804FC"/>
    <w:rsid w:val="0038137D"/>
    <w:rsid w:val="00381972"/>
    <w:rsid w:val="0038480F"/>
    <w:rsid w:val="00384B76"/>
    <w:rsid w:val="00385C00"/>
    <w:rsid w:val="0039191F"/>
    <w:rsid w:val="00396DE3"/>
    <w:rsid w:val="00396E8F"/>
    <w:rsid w:val="003A08A8"/>
    <w:rsid w:val="003A1165"/>
    <w:rsid w:val="003A1AEF"/>
    <w:rsid w:val="003A2C62"/>
    <w:rsid w:val="003A2CD5"/>
    <w:rsid w:val="003A3809"/>
    <w:rsid w:val="003A51CD"/>
    <w:rsid w:val="003A6FBA"/>
    <w:rsid w:val="003B1228"/>
    <w:rsid w:val="003B3061"/>
    <w:rsid w:val="003C2EEB"/>
    <w:rsid w:val="003C31B1"/>
    <w:rsid w:val="003D0AF2"/>
    <w:rsid w:val="003D1E23"/>
    <w:rsid w:val="003D2F33"/>
    <w:rsid w:val="003D37F5"/>
    <w:rsid w:val="003D420A"/>
    <w:rsid w:val="003D5B43"/>
    <w:rsid w:val="003D76EE"/>
    <w:rsid w:val="003E0139"/>
    <w:rsid w:val="003E151C"/>
    <w:rsid w:val="003E1AB0"/>
    <w:rsid w:val="003E2087"/>
    <w:rsid w:val="003E34D5"/>
    <w:rsid w:val="003E3B4A"/>
    <w:rsid w:val="003E69F2"/>
    <w:rsid w:val="003E7068"/>
    <w:rsid w:val="003F3446"/>
    <w:rsid w:val="003F365A"/>
    <w:rsid w:val="003F42CD"/>
    <w:rsid w:val="003F507E"/>
    <w:rsid w:val="003F56E8"/>
    <w:rsid w:val="003F5EEE"/>
    <w:rsid w:val="003F6604"/>
    <w:rsid w:val="00400D43"/>
    <w:rsid w:val="00401685"/>
    <w:rsid w:val="00405BF1"/>
    <w:rsid w:val="0040606C"/>
    <w:rsid w:val="0040708D"/>
    <w:rsid w:val="004074CF"/>
    <w:rsid w:val="004076F0"/>
    <w:rsid w:val="0041267E"/>
    <w:rsid w:val="00413C2C"/>
    <w:rsid w:val="0041479F"/>
    <w:rsid w:val="0042036E"/>
    <w:rsid w:val="00421500"/>
    <w:rsid w:val="0042666E"/>
    <w:rsid w:val="00426938"/>
    <w:rsid w:val="00430366"/>
    <w:rsid w:val="0043286E"/>
    <w:rsid w:val="0043526D"/>
    <w:rsid w:val="0043547A"/>
    <w:rsid w:val="00436EB1"/>
    <w:rsid w:val="00440E51"/>
    <w:rsid w:val="00442B01"/>
    <w:rsid w:val="004437C1"/>
    <w:rsid w:val="00445208"/>
    <w:rsid w:val="0044593E"/>
    <w:rsid w:val="00445B24"/>
    <w:rsid w:val="00447E05"/>
    <w:rsid w:val="00454178"/>
    <w:rsid w:val="004562B9"/>
    <w:rsid w:val="00456ACF"/>
    <w:rsid w:val="00456C0F"/>
    <w:rsid w:val="0046026B"/>
    <w:rsid w:val="00461CBA"/>
    <w:rsid w:val="00463329"/>
    <w:rsid w:val="004643F3"/>
    <w:rsid w:val="00464A6B"/>
    <w:rsid w:val="004651C2"/>
    <w:rsid w:val="004660DC"/>
    <w:rsid w:val="0046750C"/>
    <w:rsid w:val="00467B31"/>
    <w:rsid w:val="00467EF7"/>
    <w:rsid w:val="00470CF7"/>
    <w:rsid w:val="004739B2"/>
    <w:rsid w:val="00474ED0"/>
    <w:rsid w:val="00476BC9"/>
    <w:rsid w:val="004771C9"/>
    <w:rsid w:val="00480471"/>
    <w:rsid w:val="0048073A"/>
    <w:rsid w:val="004827F9"/>
    <w:rsid w:val="00483DFD"/>
    <w:rsid w:val="00485CD8"/>
    <w:rsid w:val="004878DD"/>
    <w:rsid w:val="004923F5"/>
    <w:rsid w:val="00492461"/>
    <w:rsid w:val="00492BDF"/>
    <w:rsid w:val="00494009"/>
    <w:rsid w:val="004948EA"/>
    <w:rsid w:val="00495581"/>
    <w:rsid w:val="004A2222"/>
    <w:rsid w:val="004A25F0"/>
    <w:rsid w:val="004A3973"/>
    <w:rsid w:val="004A4200"/>
    <w:rsid w:val="004A4E02"/>
    <w:rsid w:val="004B0E9E"/>
    <w:rsid w:val="004B3082"/>
    <w:rsid w:val="004B6ABF"/>
    <w:rsid w:val="004B7F4C"/>
    <w:rsid w:val="004C0ACE"/>
    <w:rsid w:val="004C2E21"/>
    <w:rsid w:val="004C3DA7"/>
    <w:rsid w:val="004C5B0A"/>
    <w:rsid w:val="004C761A"/>
    <w:rsid w:val="004C78DB"/>
    <w:rsid w:val="004D1A36"/>
    <w:rsid w:val="004D2E44"/>
    <w:rsid w:val="004D6280"/>
    <w:rsid w:val="004D7039"/>
    <w:rsid w:val="004E15ED"/>
    <w:rsid w:val="004E1DC1"/>
    <w:rsid w:val="004E2904"/>
    <w:rsid w:val="004E325A"/>
    <w:rsid w:val="004F2B3F"/>
    <w:rsid w:val="004F347C"/>
    <w:rsid w:val="004F4693"/>
    <w:rsid w:val="004F6E0D"/>
    <w:rsid w:val="004F7A4A"/>
    <w:rsid w:val="004F7FA3"/>
    <w:rsid w:val="00500646"/>
    <w:rsid w:val="0050222C"/>
    <w:rsid w:val="005065C0"/>
    <w:rsid w:val="005103A8"/>
    <w:rsid w:val="00512622"/>
    <w:rsid w:val="0051310A"/>
    <w:rsid w:val="005148A2"/>
    <w:rsid w:val="00514D46"/>
    <w:rsid w:val="00514F75"/>
    <w:rsid w:val="005154D8"/>
    <w:rsid w:val="005172AD"/>
    <w:rsid w:val="0051765D"/>
    <w:rsid w:val="005177EF"/>
    <w:rsid w:val="00517B9D"/>
    <w:rsid w:val="005208E8"/>
    <w:rsid w:val="005210CE"/>
    <w:rsid w:val="0052211F"/>
    <w:rsid w:val="00525029"/>
    <w:rsid w:val="005302E0"/>
    <w:rsid w:val="00531ECA"/>
    <w:rsid w:val="005323A5"/>
    <w:rsid w:val="0053249A"/>
    <w:rsid w:val="00534E94"/>
    <w:rsid w:val="00535B71"/>
    <w:rsid w:val="005407B0"/>
    <w:rsid w:val="0054230E"/>
    <w:rsid w:val="00542DDC"/>
    <w:rsid w:val="0054302E"/>
    <w:rsid w:val="005479DA"/>
    <w:rsid w:val="005501D9"/>
    <w:rsid w:val="005518D5"/>
    <w:rsid w:val="00551FDF"/>
    <w:rsid w:val="005526B3"/>
    <w:rsid w:val="00553EB8"/>
    <w:rsid w:val="00553F83"/>
    <w:rsid w:val="00555141"/>
    <w:rsid w:val="00557663"/>
    <w:rsid w:val="005608BE"/>
    <w:rsid w:val="00560CEC"/>
    <w:rsid w:val="005626EC"/>
    <w:rsid w:val="00564B69"/>
    <w:rsid w:val="005671CB"/>
    <w:rsid w:val="00570A55"/>
    <w:rsid w:val="00570CD2"/>
    <w:rsid w:val="00575744"/>
    <w:rsid w:val="00577109"/>
    <w:rsid w:val="0058038F"/>
    <w:rsid w:val="005805E8"/>
    <w:rsid w:val="0058425A"/>
    <w:rsid w:val="00585A44"/>
    <w:rsid w:val="00586B17"/>
    <w:rsid w:val="00587100"/>
    <w:rsid w:val="005879BD"/>
    <w:rsid w:val="00590B23"/>
    <w:rsid w:val="00592730"/>
    <w:rsid w:val="005930B5"/>
    <w:rsid w:val="00593138"/>
    <w:rsid w:val="00593CB2"/>
    <w:rsid w:val="005977EE"/>
    <w:rsid w:val="005A7360"/>
    <w:rsid w:val="005A7562"/>
    <w:rsid w:val="005B077B"/>
    <w:rsid w:val="005B0ED7"/>
    <w:rsid w:val="005B2463"/>
    <w:rsid w:val="005B3790"/>
    <w:rsid w:val="005C4B8B"/>
    <w:rsid w:val="005C5069"/>
    <w:rsid w:val="005C5DC8"/>
    <w:rsid w:val="005C7516"/>
    <w:rsid w:val="005C76C8"/>
    <w:rsid w:val="005C7CA4"/>
    <w:rsid w:val="005D05A7"/>
    <w:rsid w:val="005D06A1"/>
    <w:rsid w:val="005D133E"/>
    <w:rsid w:val="005D1FCD"/>
    <w:rsid w:val="005D26D1"/>
    <w:rsid w:val="005D503F"/>
    <w:rsid w:val="005D5977"/>
    <w:rsid w:val="005D5E0E"/>
    <w:rsid w:val="005D659A"/>
    <w:rsid w:val="005D77B4"/>
    <w:rsid w:val="005E01F4"/>
    <w:rsid w:val="005E0E78"/>
    <w:rsid w:val="005E2877"/>
    <w:rsid w:val="005E50E9"/>
    <w:rsid w:val="005E5A56"/>
    <w:rsid w:val="005E6F42"/>
    <w:rsid w:val="005E77CA"/>
    <w:rsid w:val="005F1344"/>
    <w:rsid w:val="005F3163"/>
    <w:rsid w:val="005F5B19"/>
    <w:rsid w:val="005F68BE"/>
    <w:rsid w:val="005F7D4A"/>
    <w:rsid w:val="00600022"/>
    <w:rsid w:val="00602820"/>
    <w:rsid w:val="00602FE0"/>
    <w:rsid w:val="00604336"/>
    <w:rsid w:val="006048A9"/>
    <w:rsid w:val="0060548D"/>
    <w:rsid w:val="00605CAC"/>
    <w:rsid w:val="00606E89"/>
    <w:rsid w:val="006079F4"/>
    <w:rsid w:val="006110CD"/>
    <w:rsid w:val="006114D9"/>
    <w:rsid w:val="00613314"/>
    <w:rsid w:val="00613F12"/>
    <w:rsid w:val="006154A3"/>
    <w:rsid w:val="00621360"/>
    <w:rsid w:val="00623427"/>
    <w:rsid w:val="006250EA"/>
    <w:rsid w:val="00627867"/>
    <w:rsid w:val="00634584"/>
    <w:rsid w:val="0063480D"/>
    <w:rsid w:val="00635BC3"/>
    <w:rsid w:val="00636426"/>
    <w:rsid w:val="00641203"/>
    <w:rsid w:val="006436BC"/>
    <w:rsid w:val="00643F9F"/>
    <w:rsid w:val="00645028"/>
    <w:rsid w:val="006500A1"/>
    <w:rsid w:val="006505C9"/>
    <w:rsid w:val="006508A5"/>
    <w:rsid w:val="00650B86"/>
    <w:rsid w:val="00650D57"/>
    <w:rsid w:val="006514C8"/>
    <w:rsid w:val="00651D25"/>
    <w:rsid w:val="00653577"/>
    <w:rsid w:val="0065731B"/>
    <w:rsid w:val="00661790"/>
    <w:rsid w:val="0066469A"/>
    <w:rsid w:val="0066472D"/>
    <w:rsid w:val="00665203"/>
    <w:rsid w:val="00670F38"/>
    <w:rsid w:val="00673174"/>
    <w:rsid w:val="006734A8"/>
    <w:rsid w:val="006775F6"/>
    <w:rsid w:val="00681EC6"/>
    <w:rsid w:val="006832F9"/>
    <w:rsid w:val="00683E3F"/>
    <w:rsid w:val="00686AEE"/>
    <w:rsid w:val="0069242B"/>
    <w:rsid w:val="00695A7C"/>
    <w:rsid w:val="00697A5A"/>
    <w:rsid w:val="006A165A"/>
    <w:rsid w:val="006A6A1A"/>
    <w:rsid w:val="006B0DA9"/>
    <w:rsid w:val="006B1663"/>
    <w:rsid w:val="006B18AE"/>
    <w:rsid w:val="006B1C26"/>
    <w:rsid w:val="006B4355"/>
    <w:rsid w:val="006B4BEB"/>
    <w:rsid w:val="006B71DD"/>
    <w:rsid w:val="006B7490"/>
    <w:rsid w:val="006C131E"/>
    <w:rsid w:val="006C1A1B"/>
    <w:rsid w:val="006C1D81"/>
    <w:rsid w:val="006C1E54"/>
    <w:rsid w:val="006C3AA0"/>
    <w:rsid w:val="006C4EF6"/>
    <w:rsid w:val="006C67F7"/>
    <w:rsid w:val="006C7426"/>
    <w:rsid w:val="006D0A93"/>
    <w:rsid w:val="006D16CE"/>
    <w:rsid w:val="006D1AA0"/>
    <w:rsid w:val="006D205B"/>
    <w:rsid w:val="006D2101"/>
    <w:rsid w:val="006D44F1"/>
    <w:rsid w:val="006D5749"/>
    <w:rsid w:val="006D693B"/>
    <w:rsid w:val="006E00F5"/>
    <w:rsid w:val="006E11B5"/>
    <w:rsid w:val="006E210B"/>
    <w:rsid w:val="006E2E06"/>
    <w:rsid w:val="006E3C47"/>
    <w:rsid w:val="006E4AC7"/>
    <w:rsid w:val="006E54FD"/>
    <w:rsid w:val="006E5E12"/>
    <w:rsid w:val="006F2407"/>
    <w:rsid w:val="006F3F20"/>
    <w:rsid w:val="007012B7"/>
    <w:rsid w:val="00702D76"/>
    <w:rsid w:val="00702F5D"/>
    <w:rsid w:val="00703917"/>
    <w:rsid w:val="00703B53"/>
    <w:rsid w:val="0070497C"/>
    <w:rsid w:val="007056F8"/>
    <w:rsid w:val="007067BC"/>
    <w:rsid w:val="0070745B"/>
    <w:rsid w:val="00710F0C"/>
    <w:rsid w:val="00714FB0"/>
    <w:rsid w:val="007179EC"/>
    <w:rsid w:val="00717BF2"/>
    <w:rsid w:val="00720D4C"/>
    <w:rsid w:val="0072103A"/>
    <w:rsid w:val="00722FFB"/>
    <w:rsid w:val="0072393B"/>
    <w:rsid w:val="0072468F"/>
    <w:rsid w:val="00726DE2"/>
    <w:rsid w:val="00727845"/>
    <w:rsid w:val="00730C61"/>
    <w:rsid w:val="00730E10"/>
    <w:rsid w:val="007311E1"/>
    <w:rsid w:val="00733707"/>
    <w:rsid w:val="00735932"/>
    <w:rsid w:val="0073653C"/>
    <w:rsid w:val="0074036F"/>
    <w:rsid w:val="007410BB"/>
    <w:rsid w:val="0074161A"/>
    <w:rsid w:val="00742AED"/>
    <w:rsid w:val="00744107"/>
    <w:rsid w:val="00745571"/>
    <w:rsid w:val="007472DE"/>
    <w:rsid w:val="0074733E"/>
    <w:rsid w:val="00747E40"/>
    <w:rsid w:val="007513AB"/>
    <w:rsid w:val="007519C0"/>
    <w:rsid w:val="007521EF"/>
    <w:rsid w:val="00755C97"/>
    <w:rsid w:val="007568D3"/>
    <w:rsid w:val="00756C4F"/>
    <w:rsid w:val="00757A11"/>
    <w:rsid w:val="00762F20"/>
    <w:rsid w:val="00764F22"/>
    <w:rsid w:val="00766036"/>
    <w:rsid w:val="007679C4"/>
    <w:rsid w:val="0077078B"/>
    <w:rsid w:val="00770A25"/>
    <w:rsid w:val="00771A59"/>
    <w:rsid w:val="00773A34"/>
    <w:rsid w:val="00774434"/>
    <w:rsid w:val="007770F4"/>
    <w:rsid w:val="0078145F"/>
    <w:rsid w:val="007843FB"/>
    <w:rsid w:val="00784B56"/>
    <w:rsid w:val="00785533"/>
    <w:rsid w:val="007861AE"/>
    <w:rsid w:val="00786CD4"/>
    <w:rsid w:val="00787C94"/>
    <w:rsid w:val="0079344B"/>
    <w:rsid w:val="00793AFA"/>
    <w:rsid w:val="0079488B"/>
    <w:rsid w:val="00795137"/>
    <w:rsid w:val="00795743"/>
    <w:rsid w:val="00797788"/>
    <w:rsid w:val="007A12D9"/>
    <w:rsid w:val="007A28BD"/>
    <w:rsid w:val="007A2AA7"/>
    <w:rsid w:val="007A605C"/>
    <w:rsid w:val="007A6277"/>
    <w:rsid w:val="007A701D"/>
    <w:rsid w:val="007B0E17"/>
    <w:rsid w:val="007B2CCC"/>
    <w:rsid w:val="007B4F58"/>
    <w:rsid w:val="007B51E1"/>
    <w:rsid w:val="007C17CE"/>
    <w:rsid w:val="007C253B"/>
    <w:rsid w:val="007C4A7E"/>
    <w:rsid w:val="007D2C35"/>
    <w:rsid w:val="007D34BE"/>
    <w:rsid w:val="007D5BA1"/>
    <w:rsid w:val="007D5BB6"/>
    <w:rsid w:val="007D675A"/>
    <w:rsid w:val="007D7AB3"/>
    <w:rsid w:val="007E234C"/>
    <w:rsid w:val="007E43F1"/>
    <w:rsid w:val="007E5052"/>
    <w:rsid w:val="007E59A2"/>
    <w:rsid w:val="007E5B0B"/>
    <w:rsid w:val="007E61FE"/>
    <w:rsid w:val="007E668E"/>
    <w:rsid w:val="007F0D2E"/>
    <w:rsid w:val="007F16F8"/>
    <w:rsid w:val="007F3184"/>
    <w:rsid w:val="007F4C4C"/>
    <w:rsid w:val="007F569B"/>
    <w:rsid w:val="007F7351"/>
    <w:rsid w:val="007F7AE1"/>
    <w:rsid w:val="008019A3"/>
    <w:rsid w:val="008023DF"/>
    <w:rsid w:val="008027F3"/>
    <w:rsid w:val="00802B42"/>
    <w:rsid w:val="00802E98"/>
    <w:rsid w:val="00803746"/>
    <w:rsid w:val="0080584C"/>
    <w:rsid w:val="00806AE9"/>
    <w:rsid w:val="008106BB"/>
    <w:rsid w:val="008120A7"/>
    <w:rsid w:val="008127A6"/>
    <w:rsid w:val="00813A5A"/>
    <w:rsid w:val="00814AE5"/>
    <w:rsid w:val="008171C9"/>
    <w:rsid w:val="00817FB3"/>
    <w:rsid w:val="00821F9F"/>
    <w:rsid w:val="008237CA"/>
    <w:rsid w:val="0082568A"/>
    <w:rsid w:val="008259B3"/>
    <w:rsid w:val="0083342E"/>
    <w:rsid w:val="00834176"/>
    <w:rsid w:val="008360CD"/>
    <w:rsid w:val="008361D6"/>
    <w:rsid w:val="008364F1"/>
    <w:rsid w:val="0083665E"/>
    <w:rsid w:val="008378BB"/>
    <w:rsid w:val="0084469E"/>
    <w:rsid w:val="00847B6C"/>
    <w:rsid w:val="00850040"/>
    <w:rsid w:val="008500B6"/>
    <w:rsid w:val="00851753"/>
    <w:rsid w:val="00851DF0"/>
    <w:rsid w:val="00852FAC"/>
    <w:rsid w:val="00853CF2"/>
    <w:rsid w:val="008549AE"/>
    <w:rsid w:val="00854FF5"/>
    <w:rsid w:val="008555BD"/>
    <w:rsid w:val="0086176E"/>
    <w:rsid w:val="008632B0"/>
    <w:rsid w:val="008654C6"/>
    <w:rsid w:val="00865DB4"/>
    <w:rsid w:val="0087109B"/>
    <w:rsid w:val="008719EE"/>
    <w:rsid w:val="00871B91"/>
    <w:rsid w:val="008728EF"/>
    <w:rsid w:val="00873508"/>
    <w:rsid w:val="00874964"/>
    <w:rsid w:val="008749BA"/>
    <w:rsid w:val="00875F44"/>
    <w:rsid w:val="008776E7"/>
    <w:rsid w:val="00877894"/>
    <w:rsid w:val="008803CA"/>
    <w:rsid w:val="00882944"/>
    <w:rsid w:val="00883063"/>
    <w:rsid w:val="00884B25"/>
    <w:rsid w:val="00884F4D"/>
    <w:rsid w:val="0088675F"/>
    <w:rsid w:val="008879DE"/>
    <w:rsid w:val="008910E2"/>
    <w:rsid w:val="008914E4"/>
    <w:rsid w:val="00893096"/>
    <w:rsid w:val="008950D5"/>
    <w:rsid w:val="00895D52"/>
    <w:rsid w:val="00896765"/>
    <w:rsid w:val="00897E99"/>
    <w:rsid w:val="008A0496"/>
    <w:rsid w:val="008A1E77"/>
    <w:rsid w:val="008A2CE2"/>
    <w:rsid w:val="008A3740"/>
    <w:rsid w:val="008A66D1"/>
    <w:rsid w:val="008A66F0"/>
    <w:rsid w:val="008A7572"/>
    <w:rsid w:val="008A7C77"/>
    <w:rsid w:val="008B4B66"/>
    <w:rsid w:val="008B77C9"/>
    <w:rsid w:val="008C3D10"/>
    <w:rsid w:val="008C7D7A"/>
    <w:rsid w:val="008D29CC"/>
    <w:rsid w:val="008D3579"/>
    <w:rsid w:val="008D59A8"/>
    <w:rsid w:val="008D6CB8"/>
    <w:rsid w:val="008D6D64"/>
    <w:rsid w:val="008D7713"/>
    <w:rsid w:val="008E0A6C"/>
    <w:rsid w:val="008E4737"/>
    <w:rsid w:val="008E6D01"/>
    <w:rsid w:val="008E7CF4"/>
    <w:rsid w:val="008F0CDA"/>
    <w:rsid w:val="008F265B"/>
    <w:rsid w:val="008F34D8"/>
    <w:rsid w:val="008F4101"/>
    <w:rsid w:val="008F4DB0"/>
    <w:rsid w:val="008F5998"/>
    <w:rsid w:val="008F7CFA"/>
    <w:rsid w:val="008F7DA4"/>
    <w:rsid w:val="0090152A"/>
    <w:rsid w:val="00901839"/>
    <w:rsid w:val="00901C3C"/>
    <w:rsid w:val="00901CFC"/>
    <w:rsid w:val="009037D4"/>
    <w:rsid w:val="0090398C"/>
    <w:rsid w:val="0090698A"/>
    <w:rsid w:val="009109D6"/>
    <w:rsid w:val="009129FB"/>
    <w:rsid w:val="00915827"/>
    <w:rsid w:val="00915B8C"/>
    <w:rsid w:val="00915C57"/>
    <w:rsid w:val="009162EA"/>
    <w:rsid w:val="009220AD"/>
    <w:rsid w:val="00923163"/>
    <w:rsid w:val="0092318D"/>
    <w:rsid w:val="0092338A"/>
    <w:rsid w:val="00924830"/>
    <w:rsid w:val="00924895"/>
    <w:rsid w:val="00925057"/>
    <w:rsid w:val="00925B77"/>
    <w:rsid w:val="00934337"/>
    <w:rsid w:val="009375EA"/>
    <w:rsid w:val="00940CCA"/>
    <w:rsid w:val="00942378"/>
    <w:rsid w:val="0094309F"/>
    <w:rsid w:val="00944FD8"/>
    <w:rsid w:val="009478CA"/>
    <w:rsid w:val="00951044"/>
    <w:rsid w:val="00951D95"/>
    <w:rsid w:val="00954365"/>
    <w:rsid w:val="00954C8F"/>
    <w:rsid w:val="00956C7C"/>
    <w:rsid w:val="00957B87"/>
    <w:rsid w:val="00960CDD"/>
    <w:rsid w:val="009621A7"/>
    <w:rsid w:val="009652B9"/>
    <w:rsid w:val="009655E4"/>
    <w:rsid w:val="00965A9F"/>
    <w:rsid w:val="009662F0"/>
    <w:rsid w:val="009663B0"/>
    <w:rsid w:val="00971904"/>
    <w:rsid w:val="00971B9E"/>
    <w:rsid w:val="009738DE"/>
    <w:rsid w:val="00973E0B"/>
    <w:rsid w:val="009744A1"/>
    <w:rsid w:val="00975926"/>
    <w:rsid w:val="00975E81"/>
    <w:rsid w:val="009763E3"/>
    <w:rsid w:val="00981ACB"/>
    <w:rsid w:val="00983999"/>
    <w:rsid w:val="00983AD4"/>
    <w:rsid w:val="009943D4"/>
    <w:rsid w:val="00995E2B"/>
    <w:rsid w:val="009A5EF2"/>
    <w:rsid w:val="009A6716"/>
    <w:rsid w:val="009B099C"/>
    <w:rsid w:val="009B65B1"/>
    <w:rsid w:val="009C1838"/>
    <w:rsid w:val="009C20AF"/>
    <w:rsid w:val="009C23D8"/>
    <w:rsid w:val="009C2800"/>
    <w:rsid w:val="009C31E1"/>
    <w:rsid w:val="009C42A8"/>
    <w:rsid w:val="009C5DF6"/>
    <w:rsid w:val="009C7FA7"/>
    <w:rsid w:val="009D038C"/>
    <w:rsid w:val="009D1255"/>
    <w:rsid w:val="009D132F"/>
    <w:rsid w:val="009D17B6"/>
    <w:rsid w:val="009D1BE5"/>
    <w:rsid w:val="009D2A6E"/>
    <w:rsid w:val="009D33B5"/>
    <w:rsid w:val="009D4A65"/>
    <w:rsid w:val="009D602C"/>
    <w:rsid w:val="009E29FA"/>
    <w:rsid w:val="009E4643"/>
    <w:rsid w:val="009E4780"/>
    <w:rsid w:val="009E4951"/>
    <w:rsid w:val="009E4B6B"/>
    <w:rsid w:val="009E593C"/>
    <w:rsid w:val="009E5C89"/>
    <w:rsid w:val="009F0EC4"/>
    <w:rsid w:val="009F0EE2"/>
    <w:rsid w:val="009F1D44"/>
    <w:rsid w:val="009F2AD8"/>
    <w:rsid w:val="009F3291"/>
    <w:rsid w:val="009F656D"/>
    <w:rsid w:val="00A00387"/>
    <w:rsid w:val="00A0066B"/>
    <w:rsid w:val="00A009D0"/>
    <w:rsid w:val="00A00D3C"/>
    <w:rsid w:val="00A00FA2"/>
    <w:rsid w:val="00A0292C"/>
    <w:rsid w:val="00A02E63"/>
    <w:rsid w:val="00A102FA"/>
    <w:rsid w:val="00A14037"/>
    <w:rsid w:val="00A15C11"/>
    <w:rsid w:val="00A15D7F"/>
    <w:rsid w:val="00A16D4A"/>
    <w:rsid w:val="00A170DD"/>
    <w:rsid w:val="00A223FC"/>
    <w:rsid w:val="00A23F12"/>
    <w:rsid w:val="00A26BD2"/>
    <w:rsid w:val="00A31A2F"/>
    <w:rsid w:val="00A40429"/>
    <w:rsid w:val="00A41264"/>
    <w:rsid w:val="00A4320A"/>
    <w:rsid w:val="00A464EC"/>
    <w:rsid w:val="00A50D91"/>
    <w:rsid w:val="00A5414E"/>
    <w:rsid w:val="00A5585A"/>
    <w:rsid w:val="00A55A3B"/>
    <w:rsid w:val="00A576AA"/>
    <w:rsid w:val="00A604B6"/>
    <w:rsid w:val="00A60E74"/>
    <w:rsid w:val="00A6143A"/>
    <w:rsid w:val="00A621FC"/>
    <w:rsid w:val="00A62FC0"/>
    <w:rsid w:val="00A635BC"/>
    <w:rsid w:val="00A656E1"/>
    <w:rsid w:val="00A672A0"/>
    <w:rsid w:val="00A67A1B"/>
    <w:rsid w:val="00A70267"/>
    <w:rsid w:val="00A7052B"/>
    <w:rsid w:val="00A71B83"/>
    <w:rsid w:val="00A71CE7"/>
    <w:rsid w:val="00A81762"/>
    <w:rsid w:val="00A81C26"/>
    <w:rsid w:val="00A82CA6"/>
    <w:rsid w:val="00A834A8"/>
    <w:rsid w:val="00A864F4"/>
    <w:rsid w:val="00A86CE9"/>
    <w:rsid w:val="00A8759C"/>
    <w:rsid w:val="00A90001"/>
    <w:rsid w:val="00A913D1"/>
    <w:rsid w:val="00A94344"/>
    <w:rsid w:val="00A94451"/>
    <w:rsid w:val="00A94795"/>
    <w:rsid w:val="00A95533"/>
    <w:rsid w:val="00A95993"/>
    <w:rsid w:val="00AA322B"/>
    <w:rsid w:val="00AA3D58"/>
    <w:rsid w:val="00AA5644"/>
    <w:rsid w:val="00AA573C"/>
    <w:rsid w:val="00AA5BE4"/>
    <w:rsid w:val="00AA6A73"/>
    <w:rsid w:val="00AA6CB3"/>
    <w:rsid w:val="00AB1CA8"/>
    <w:rsid w:val="00AB4F53"/>
    <w:rsid w:val="00AB5ACC"/>
    <w:rsid w:val="00AB5C3F"/>
    <w:rsid w:val="00AC235A"/>
    <w:rsid w:val="00AC5341"/>
    <w:rsid w:val="00AC5A3D"/>
    <w:rsid w:val="00AC63D8"/>
    <w:rsid w:val="00AC6DD0"/>
    <w:rsid w:val="00AC7E79"/>
    <w:rsid w:val="00AD0F76"/>
    <w:rsid w:val="00AD73DB"/>
    <w:rsid w:val="00AD7EC7"/>
    <w:rsid w:val="00AE2240"/>
    <w:rsid w:val="00AE2865"/>
    <w:rsid w:val="00AE3D50"/>
    <w:rsid w:val="00AE6604"/>
    <w:rsid w:val="00AF15F6"/>
    <w:rsid w:val="00AF2D9C"/>
    <w:rsid w:val="00AF452B"/>
    <w:rsid w:val="00AF7119"/>
    <w:rsid w:val="00B013A3"/>
    <w:rsid w:val="00B02A41"/>
    <w:rsid w:val="00B03A8C"/>
    <w:rsid w:val="00B050D7"/>
    <w:rsid w:val="00B10646"/>
    <w:rsid w:val="00B11B11"/>
    <w:rsid w:val="00B213BD"/>
    <w:rsid w:val="00B279AF"/>
    <w:rsid w:val="00B30A66"/>
    <w:rsid w:val="00B3474B"/>
    <w:rsid w:val="00B36031"/>
    <w:rsid w:val="00B36A24"/>
    <w:rsid w:val="00B37D10"/>
    <w:rsid w:val="00B4060C"/>
    <w:rsid w:val="00B41F09"/>
    <w:rsid w:val="00B42574"/>
    <w:rsid w:val="00B42AB0"/>
    <w:rsid w:val="00B43194"/>
    <w:rsid w:val="00B43E63"/>
    <w:rsid w:val="00B44488"/>
    <w:rsid w:val="00B44D6F"/>
    <w:rsid w:val="00B45C76"/>
    <w:rsid w:val="00B47E90"/>
    <w:rsid w:val="00B47EF5"/>
    <w:rsid w:val="00B50CD9"/>
    <w:rsid w:val="00B51099"/>
    <w:rsid w:val="00B51F1E"/>
    <w:rsid w:val="00B5206A"/>
    <w:rsid w:val="00B52137"/>
    <w:rsid w:val="00B54239"/>
    <w:rsid w:val="00B5483B"/>
    <w:rsid w:val="00B55BCB"/>
    <w:rsid w:val="00B55E4D"/>
    <w:rsid w:val="00B5709D"/>
    <w:rsid w:val="00B57178"/>
    <w:rsid w:val="00B6041B"/>
    <w:rsid w:val="00B610B9"/>
    <w:rsid w:val="00B61D73"/>
    <w:rsid w:val="00B6768F"/>
    <w:rsid w:val="00B678B0"/>
    <w:rsid w:val="00B708BF"/>
    <w:rsid w:val="00B736C7"/>
    <w:rsid w:val="00B76F7A"/>
    <w:rsid w:val="00B81A65"/>
    <w:rsid w:val="00B822B4"/>
    <w:rsid w:val="00B82895"/>
    <w:rsid w:val="00B86975"/>
    <w:rsid w:val="00B8715A"/>
    <w:rsid w:val="00B87AF9"/>
    <w:rsid w:val="00B929E4"/>
    <w:rsid w:val="00B9350F"/>
    <w:rsid w:val="00B94ECE"/>
    <w:rsid w:val="00BA0909"/>
    <w:rsid w:val="00BA12C1"/>
    <w:rsid w:val="00BA36E4"/>
    <w:rsid w:val="00BA3F3E"/>
    <w:rsid w:val="00BA432C"/>
    <w:rsid w:val="00BA76F4"/>
    <w:rsid w:val="00BB0F6D"/>
    <w:rsid w:val="00BB26C1"/>
    <w:rsid w:val="00BB664E"/>
    <w:rsid w:val="00BC540E"/>
    <w:rsid w:val="00BC584C"/>
    <w:rsid w:val="00BC5AB1"/>
    <w:rsid w:val="00BC6C2F"/>
    <w:rsid w:val="00BD30F6"/>
    <w:rsid w:val="00BD33FA"/>
    <w:rsid w:val="00BD5B21"/>
    <w:rsid w:val="00BE0607"/>
    <w:rsid w:val="00BE09DB"/>
    <w:rsid w:val="00BE0A72"/>
    <w:rsid w:val="00BE1BEA"/>
    <w:rsid w:val="00BE334A"/>
    <w:rsid w:val="00BE58CA"/>
    <w:rsid w:val="00BE6245"/>
    <w:rsid w:val="00BE63AE"/>
    <w:rsid w:val="00BE63F0"/>
    <w:rsid w:val="00BE688B"/>
    <w:rsid w:val="00BE752E"/>
    <w:rsid w:val="00BF1926"/>
    <w:rsid w:val="00BF2FF0"/>
    <w:rsid w:val="00BF3B54"/>
    <w:rsid w:val="00BF4207"/>
    <w:rsid w:val="00BF775A"/>
    <w:rsid w:val="00C013A6"/>
    <w:rsid w:val="00C01911"/>
    <w:rsid w:val="00C02645"/>
    <w:rsid w:val="00C06950"/>
    <w:rsid w:val="00C07036"/>
    <w:rsid w:val="00C07ED5"/>
    <w:rsid w:val="00C10D57"/>
    <w:rsid w:val="00C16264"/>
    <w:rsid w:val="00C1792F"/>
    <w:rsid w:val="00C201F7"/>
    <w:rsid w:val="00C2046F"/>
    <w:rsid w:val="00C250C2"/>
    <w:rsid w:val="00C255D3"/>
    <w:rsid w:val="00C25A56"/>
    <w:rsid w:val="00C25DAD"/>
    <w:rsid w:val="00C30D64"/>
    <w:rsid w:val="00C3149E"/>
    <w:rsid w:val="00C3546F"/>
    <w:rsid w:val="00C373E8"/>
    <w:rsid w:val="00C37464"/>
    <w:rsid w:val="00C4100E"/>
    <w:rsid w:val="00C43110"/>
    <w:rsid w:val="00C450B8"/>
    <w:rsid w:val="00C47AFD"/>
    <w:rsid w:val="00C52D28"/>
    <w:rsid w:val="00C539A8"/>
    <w:rsid w:val="00C5499C"/>
    <w:rsid w:val="00C56B69"/>
    <w:rsid w:val="00C57BAD"/>
    <w:rsid w:val="00C57F1E"/>
    <w:rsid w:val="00C60390"/>
    <w:rsid w:val="00C65AFE"/>
    <w:rsid w:val="00C67547"/>
    <w:rsid w:val="00C67621"/>
    <w:rsid w:val="00C67AE3"/>
    <w:rsid w:val="00C67F89"/>
    <w:rsid w:val="00C71F57"/>
    <w:rsid w:val="00C7475E"/>
    <w:rsid w:val="00C74AF4"/>
    <w:rsid w:val="00C80824"/>
    <w:rsid w:val="00C8137C"/>
    <w:rsid w:val="00C816BE"/>
    <w:rsid w:val="00C82F74"/>
    <w:rsid w:val="00C8356D"/>
    <w:rsid w:val="00C86BD8"/>
    <w:rsid w:val="00C87A12"/>
    <w:rsid w:val="00C87BDC"/>
    <w:rsid w:val="00C90A05"/>
    <w:rsid w:val="00C925AE"/>
    <w:rsid w:val="00C92FDE"/>
    <w:rsid w:val="00C933CD"/>
    <w:rsid w:val="00C9608F"/>
    <w:rsid w:val="00C9655D"/>
    <w:rsid w:val="00CA0AF9"/>
    <w:rsid w:val="00CA232C"/>
    <w:rsid w:val="00CA4FFA"/>
    <w:rsid w:val="00CA6C76"/>
    <w:rsid w:val="00CB01C2"/>
    <w:rsid w:val="00CB034A"/>
    <w:rsid w:val="00CB203D"/>
    <w:rsid w:val="00CB25E5"/>
    <w:rsid w:val="00CB26C7"/>
    <w:rsid w:val="00CB3E41"/>
    <w:rsid w:val="00CB4BFA"/>
    <w:rsid w:val="00CB4D00"/>
    <w:rsid w:val="00CB523A"/>
    <w:rsid w:val="00CB5C43"/>
    <w:rsid w:val="00CB60CE"/>
    <w:rsid w:val="00CB75CD"/>
    <w:rsid w:val="00CB76F2"/>
    <w:rsid w:val="00CB7EE2"/>
    <w:rsid w:val="00CC2355"/>
    <w:rsid w:val="00CC2A03"/>
    <w:rsid w:val="00CC3102"/>
    <w:rsid w:val="00CC638A"/>
    <w:rsid w:val="00CC70DB"/>
    <w:rsid w:val="00CD0236"/>
    <w:rsid w:val="00CD17DB"/>
    <w:rsid w:val="00CD44E8"/>
    <w:rsid w:val="00CD7618"/>
    <w:rsid w:val="00CD76A9"/>
    <w:rsid w:val="00CE0DFF"/>
    <w:rsid w:val="00CE2825"/>
    <w:rsid w:val="00CE2A2B"/>
    <w:rsid w:val="00CE6B4D"/>
    <w:rsid w:val="00CF0C7D"/>
    <w:rsid w:val="00CF0F27"/>
    <w:rsid w:val="00CF23C9"/>
    <w:rsid w:val="00CF46B1"/>
    <w:rsid w:val="00CF49E4"/>
    <w:rsid w:val="00CF4D2A"/>
    <w:rsid w:val="00CF4D98"/>
    <w:rsid w:val="00CF6CA5"/>
    <w:rsid w:val="00D02AFF"/>
    <w:rsid w:val="00D04A2B"/>
    <w:rsid w:val="00D079AB"/>
    <w:rsid w:val="00D1150E"/>
    <w:rsid w:val="00D11EEC"/>
    <w:rsid w:val="00D11FB2"/>
    <w:rsid w:val="00D11FC8"/>
    <w:rsid w:val="00D12002"/>
    <w:rsid w:val="00D142F6"/>
    <w:rsid w:val="00D1492C"/>
    <w:rsid w:val="00D15512"/>
    <w:rsid w:val="00D17503"/>
    <w:rsid w:val="00D20970"/>
    <w:rsid w:val="00D209AE"/>
    <w:rsid w:val="00D21274"/>
    <w:rsid w:val="00D21421"/>
    <w:rsid w:val="00D21745"/>
    <w:rsid w:val="00D21C7A"/>
    <w:rsid w:val="00D22347"/>
    <w:rsid w:val="00D23139"/>
    <w:rsid w:val="00D23C03"/>
    <w:rsid w:val="00D2469D"/>
    <w:rsid w:val="00D25D9F"/>
    <w:rsid w:val="00D2666E"/>
    <w:rsid w:val="00D329C8"/>
    <w:rsid w:val="00D361AC"/>
    <w:rsid w:val="00D43592"/>
    <w:rsid w:val="00D43E4C"/>
    <w:rsid w:val="00D4566E"/>
    <w:rsid w:val="00D45C76"/>
    <w:rsid w:val="00D46189"/>
    <w:rsid w:val="00D46F88"/>
    <w:rsid w:val="00D47130"/>
    <w:rsid w:val="00D51D0F"/>
    <w:rsid w:val="00D524CC"/>
    <w:rsid w:val="00D5337E"/>
    <w:rsid w:val="00D54655"/>
    <w:rsid w:val="00D56EB2"/>
    <w:rsid w:val="00D57576"/>
    <w:rsid w:val="00D6052C"/>
    <w:rsid w:val="00D60999"/>
    <w:rsid w:val="00D6102B"/>
    <w:rsid w:val="00D612DD"/>
    <w:rsid w:val="00D63152"/>
    <w:rsid w:val="00D65B73"/>
    <w:rsid w:val="00D66B1B"/>
    <w:rsid w:val="00D77084"/>
    <w:rsid w:val="00D77470"/>
    <w:rsid w:val="00D77B9B"/>
    <w:rsid w:val="00D8104A"/>
    <w:rsid w:val="00D82F15"/>
    <w:rsid w:val="00D856F0"/>
    <w:rsid w:val="00D85990"/>
    <w:rsid w:val="00D879D6"/>
    <w:rsid w:val="00D904B6"/>
    <w:rsid w:val="00D90816"/>
    <w:rsid w:val="00D92965"/>
    <w:rsid w:val="00D93127"/>
    <w:rsid w:val="00D93C21"/>
    <w:rsid w:val="00D93DD3"/>
    <w:rsid w:val="00D95373"/>
    <w:rsid w:val="00DA3F6C"/>
    <w:rsid w:val="00DA679F"/>
    <w:rsid w:val="00DA6C08"/>
    <w:rsid w:val="00DB2D76"/>
    <w:rsid w:val="00DB455E"/>
    <w:rsid w:val="00DB5A4F"/>
    <w:rsid w:val="00DC0013"/>
    <w:rsid w:val="00DC1FAD"/>
    <w:rsid w:val="00DC4E6B"/>
    <w:rsid w:val="00DC4F1F"/>
    <w:rsid w:val="00DC5BA6"/>
    <w:rsid w:val="00DC5E64"/>
    <w:rsid w:val="00DD02A7"/>
    <w:rsid w:val="00DD1042"/>
    <w:rsid w:val="00DD2596"/>
    <w:rsid w:val="00DD28C9"/>
    <w:rsid w:val="00DD2D19"/>
    <w:rsid w:val="00DD4298"/>
    <w:rsid w:val="00DD4360"/>
    <w:rsid w:val="00DD670D"/>
    <w:rsid w:val="00DD6BE3"/>
    <w:rsid w:val="00DE1787"/>
    <w:rsid w:val="00DE2EF4"/>
    <w:rsid w:val="00DE2F74"/>
    <w:rsid w:val="00DE547D"/>
    <w:rsid w:val="00DE67BA"/>
    <w:rsid w:val="00DE68C4"/>
    <w:rsid w:val="00DE7AFB"/>
    <w:rsid w:val="00DF00E2"/>
    <w:rsid w:val="00DF0CD7"/>
    <w:rsid w:val="00DF0D47"/>
    <w:rsid w:val="00DF1583"/>
    <w:rsid w:val="00DF242B"/>
    <w:rsid w:val="00DF48E8"/>
    <w:rsid w:val="00DF7708"/>
    <w:rsid w:val="00E00D36"/>
    <w:rsid w:val="00E01394"/>
    <w:rsid w:val="00E027FD"/>
    <w:rsid w:val="00E0304F"/>
    <w:rsid w:val="00E07341"/>
    <w:rsid w:val="00E10C86"/>
    <w:rsid w:val="00E21013"/>
    <w:rsid w:val="00E21588"/>
    <w:rsid w:val="00E23673"/>
    <w:rsid w:val="00E236EB"/>
    <w:rsid w:val="00E23EEB"/>
    <w:rsid w:val="00E25055"/>
    <w:rsid w:val="00E260A9"/>
    <w:rsid w:val="00E26C7D"/>
    <w:rsid w:val="00E2768C"/>
    <w:rsid w:val="00E32ADF"/>
    <w:rsid w:val="00E33470"/>
    <w:rsid w:val="00E364F8"/>
    <w:rsid w:val="00E406EC"/>
    <w:rsid w:val="00E44405"/>
    <w:rsid w:val="00E444D8"/>
    <w:rsid w:val="00E450DF"/>
    <w:rsid w:val="00E505C9"/>
    <w:rsid w:val="00E5419F"/>
    <w:rsid w:val="00E54974"/>
    <w:rsid w:val="00E55098"/>
    <w:rsid w:val="00E55159"/>
    <w:rsid w:val="00E55291"/>
    <w:rsid w:val="00E55439"/>
    <w:rsid w:val="00E61E20"/>
    <w:rsid w:val="00E620A7"/>
    <w:rsid w:val="00E62E05"/>
    <w:rsid w:val="00E63DD4"/>
    <w:rsid w:val="00E6634C"/>
    <w:rsid w:val="00E66DF2"/>
    <w:rsid w:val="00E726CE"/>
    <w:rsid w:val="00E72A8C"/>
    <w:rsid w:val="00E75F60"/>
    <w:rsid w:val="00E76033"/>
    <w:rsid w:val="00E76093"/>
    <w:rsid w:val="00E7623A"/>
    <w:rsid w:val="00E76CEB"/>
    <w:rsid w:val="00E7749B"/>
    <w:rsid w:val="00E82138"/>
    <w:rsid w:val="00E82D62"/>
    <w:rsid w:val="00E82EF4"/>
    <w:rsid w:val="00E83F28"/>
    <w:rsid w:val="00E856FE"/>
    <w:rsid w:val="00E85BFB"/>
    <w:rsid w:val="00E85D9F"/>
    <w:rsid w:val="00E86778"/>
    <w:rsid w:val="00E86FB4"/>
    <w:rsid w:val="00E8766B"/>
    <w:rsid w:val="00E9016C"/>
    <w:rsid w:val="00E94A17"/>
    <w:rsid w:val="00E959D9"/>
    <w:rsid w:val="00EA0009"/>
    <w:rsid w:val="00EA045F"/>
    <w:rsid w:val="00EA1B1E"/>
    <w:rsid w:val="00EA2F35"/>
    <w:rsid w:val="00EA39CD"/>
    <w:rsid w:val="00EA3A8F"/>
    <w:rsid w:val="00EA65B5"/>
    <w:rsid w:val="00EA7927"/>
    <w:rsid w:val="00EB48A3"/>
    <w:rsid w:val="00EB5E7C"/>
    <w:rsid w:val="00EB66CD"/>
    <w:rsid w:val="00EC1946"/>
    <w:rsid w:val="00EC3AE2"/>
    <w:rsid w:val="00EC5AEE"/>
    <w:rsid w:val="00EC5FB9"/>
    <w:rsid w:val="00EC61E3"/>
    <w:rsid w:val="00EC647E"/>
    <w:rsid w:val="00EC6CDB"/>
    <w:rsid w:val="00EC6F0C"/>
    <w:rsid w:val="00ED1A0F"/>
    <w:rsid w:val="00ED264E"/>
    <w:rsid w:val="00ED298F"/>
    <w:rsid w:val="00ED6A05"/>
    <w:rsid w:val="00ED76B8"/>
    <w:rsid w:val="00ED7F7E"/>
    <w:rsid w:val="00EE0E29"/>
    <w:rsid w:val="00EE1DF3"/>
    <w:rsid w:val="00EE336A"/>
    <w:rsid w:val="00EE42CC"/>
    <w:rsid w:val="00EE517A"/>
    <w:rsid w:val="00EE52CF"/>
    <w:rsid w:val="00EE747B"/>
    <w:rsid w:val="00EE7ADE"/>
    <w:rsid w:val="00EE7D98"/>
    <w:rsid w:val="00EE7F66"/>
    <w:rsid w:val="00EF027F"/>
    <w:rsid w:val="00EF0F51"/>
    <w:rsid w:val="00EF48E9"/>
    <w:rsid w:val="00EF50D4"/>
    <w:rsid w:val="00EF5913"/>
    <w:rsid w:val="00EF7E74"/>
    <w:rsid w:val="00F04F22"/>
    <w:rsid w:val="00F05253"/>
    <w:rsid w:val="00F05C9E"/>
    <w:rsid w:val="00F05F23"/>
    <w:rsid w:val="00F1359D"/>
    <w:rsid w:val="00F137C1"/>
    <w:rsid w:val="00F13C63"/>
    <w:rsid w:val="00F13E1E"/>
    <w:rsid w:val="00F14031"/>
    <w:rsid w:val="00F155A5"/>
    <w:rsid w:val="00F15B89"/>
    <w:rsid w:val="00F2330A"/>
    <w:rsid w:val="00F25657"/>
    <w:rsid w:val="00F25F3D"/>
    <w:rsid w:val="00F26C89"/>
    <w:rsid w:val="00F33882"/>
    <w:rsid w:val="00F34628"/>
    <w:rsid w:val="00F41E27"/>
    <w:rsid w:val="00F42403"/>
    <w:rsid w:val="00F4347C"/>
    <w:rsid w:val="00F43FD1"/>
    <w:rsid w:val="00F46B39"/>
    <w:rsid w:val="00F46F50"/>
    <w:rsid w:val="00F51E1D"/>
    <w:rsid w:val="00F54A2E"/>
    <w:rsid w:val="00F557A6"/>
    <w:rsid w:val="00F60468"/>
    <w:rsid w:val="00F61F47"/>
    <w:rsid w:val="00F62F33"/>
    <w:rsid w:val="00F62FE6"/>
    <w:rsid w:val="00F6362A"/>
    <w:rsid w:val="00F64448"/>
    <w:rsid w:val="00F66F74"/>
    <w:rsid w:val="00F727EA"/>
    <w:rsid w:val="00F72A24"/>
    <w:rsid w:val="00F72CE5"/>
    <w:rsid w:val="00F72D0C"/>
    <w:rsid w:val="00F77B87"/>
    <w:rsid w:val="00F80BE0"/>
    <w:rsid w:val="00F81A8F"/>
    <w:rsid w:val="00F828FB"/>
    <w:rsid w:val="00F82ED7"/>
    <w:rsid w:val="00F83B6B"/>
    <w:rsid w:val="00F83D4F"/>
    <w:rsid w:val="00F8626D"/>
    <w:rsid w:val="00F9051A"/>
    <w:rsid w:val="00F93790"/>
    <w:rsid w:val="00F9511C"/>
    <w:rsid w:val="00F97134"/>
    <w:rsid w:val="00FA4212"/>
    <w:rsid w:val="00FA6538"/>
    <w:rsid w:val="00FA6C63"/>
    <w:rsid w:val="00FA7271"/>
    <w:rsid w:val="00FB0F5F"/>
    <w:rsid w:val="00FB166C"/>
    <w:rsid w:val="00FB1719"/>
    <w:rsid w:val="00FB254B"/>
    <w:rsid w:val="00FB3D51"/>
    <w:rsid w:val="00FB6C06"/>
    <w:rsid w:val="00FB7255"/>
    <w:rsid w:val="00FC0415"/>
    <w:rsid w:val="00FC0F87"/>
    <w:rsid w:val="00FC270D"/>
    <w:rsid w:val="00FC2F97"/>
    <w:rsid w:val="00FC572E"/>
    <w:rsid w:val="00FC758F"/>
    <w:rsid w:val="00FD0FA8"/>
    <w:rsid w:val="00FD185E"/>
    <w:rsid w:val="00FD1DD5"/>
    <w:rsid w:val="00FD26C8"/>
    <w:rsid w:val="00FD29B8"/>
    <w:rsid w:val="00FD6E23"/>
    <w:rsid w:val="00FE0102"/>
    <w:rsid w:val="00FE2A82"/>
    <w:rsid w:val="00FE3BD4"/>
    <w:rsid w:val="00FE495F"/>
    <w:rsid w:val="00FE58A0"/>
    <w:rsid w:val="00FE6523"/>
    <w:rsid w:val="00FE6D6C"/>
    <w:rsid w:val="00FF1AE7"/>
    <w:rsid w:val="00FF305F"/>
    <w:rsid w:val="00FF57EC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rsid w:val="00355A69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55A69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55A69"/>
    <w:pPr>
      <w:widowControl w:val="0"/>
      <w:shd w:val="clear" w:color="auto" w:fill="FFFFFF"/>
      <w:spacing w:before="120" w:after="0" w:line="197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355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26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43;&#1069;\&#1056;&#1045;&#1045;&#1057;&#1058;&#1056;&#1067;\&#1060;&#1054;&#1056;&#1052;&#1040;_&#1057;&#1042;&#1045;&#1044;&#1045;&#1053;&#1048;&#104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ФОРМА_СВЕДЕНИЙ</Template>
  <TotalTime>15</TotalTime>
  <Pages>3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v.vasilev</dc:creator>
  <cp:lastModifiedBy>Ельнова</cp:lastModifiedBy>
  <cp:revision>6</cp:revision>
  <dcterms:created xsi:type="dcterms:W3CDTF">2018-02-15T09:10:00Z</dcterms:created>
  <dcterms:modified xsi:type="dcterms:W3CDTF">2018-03-27T06:56:00Z</dcterms:modified>
</cp:coreProperties>
</file>